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/>
  <w:body>
    <w:p w:rsidR="006570D1" w:rsidRPr="00131294" w:rsidRDefault="006570D1" w:rsidP="00043132">
      <w:pPr>
        <w:spacing w:before="120" w:after="120"/>
        <w:rPr>
          <w:rFonts w:ascii="Times New Roman" w:hAnsi="Times New Roman"/>
          <w:sz w:val="24"/>
          <w:szCs w:val="32"/>
        </w:rPr>
      </w:pPr>
      <w:r w:rsidRPr="004B3A08">
        <w:rPr>
          <w:rFonts w:ascii="Times New Roman" w:hAnsi="Times New Roman"/>
          <w:b/>
          <w:sz w:val="24"/>
        </w:rPr>
        <w:t xml:space="preserve">Тема урока: </w:t>
      </w:r>
      <w:r w:rsidRPr="00131294">
        <w:rPr>
          <w:rFonts w:ascii="Times New Roman" w:hAnsi="Times New Roman"/>
          <w:sz w:val="24"/>
        </w:rPr>
        <w:t>Зачетная работа по теме «Возможности текстового редактора»</w:t>
      </w:r>
    </w:p>
    <w:p w:rsidR="006570D1" w:rsidRPr="004B3A08" w:rsidRDefault="006570D1" w:rsidP="00043132">
      <w:pPr>
        <w:spacing w:before="120" w:after="120"/>
        <w:rPr>
          <w:rFonts w:ascii="Times New Roman" w:hAnsi="Times New Roman"/>
          <w:sz w:val="24"/>
          <w:szCs w:val="32"/>
        </w:rPr>
      </w:pPr>
      <w:r w:rsidRPr="004B3A08">
        <w:rPr>
          <w:rFonts w:ascii="Times New Roman" w:hAnsi="Times New Roman"/>
          <w:b/>
          <w:sz w:val="24"/>
          <w:szCs w:val="32"/>
        </w:rPr>
        <w:t>Предмет:</w:t>
      </w:r>
      <w:r w:rsidRPr="004B3A08">
        <w:rPr>
          <w:rFonts w:ascii="Times New Roman" w:hAnsi="Times New Roman"/>
          <w:sz w:val="24"/>
          <w:szCs w:val="32"/>
        </w:rPr>
        <w:t xml:space="preserve"> </w:t>
      </w:r>
      <w:r w:rsidRPr="004B3A08">
        <w:rPr>
          <w:rFonts w:ascii="Times New Roman" w:hAnsi="Times New Roman"/>
          <w:bCs/>
          <w:sz w:val="24"/>
          <w:szCs w:val="28"/>
        </w:rPr>
        <w:t>Информатика</w:t>
      </w:r>
      <w:r w:rsidRPr="004B3A08">
        <w:rPr>
          <w:rFonts w:ascii="Times New Roman" w:hAnsi="Times New Roman"/>
          <w:sz w:val="24"/>
          <w:szCs w:val="24"/>
        </w:rPr>
        <w:t>.</w:t>
      </w:r>
    </w:p>
    <w:p w:rsidR="006570D1" w:rsidRPr="004B3A08" w:rsidRDefault="006570D1" w:rsidP="00043132">
      <w:pPr>
        <w:spacing w:before="120" w:after="120"/>
        <w:rPr>
          <w:rFonts w:ascii="Times New Roman" w:hAnsi="Times New Roman"/>
          <w:sz w:val="24"/>
          <w:szCs w:val="32"/>
        </w:rPr>
      </w:pPr>
      <w:r w:rsidRPr="004B3A08">
        <w:rPr>
          <w:rFonts w:ascii="Times New Roman" w:hAnsi="Times New Roman"/>
          <w:b/>
          <w:sz w:val="24"/>
          <w:szCs w:val="32"/>
        </w:rPr>
        <w:t>Класс:</w:t>
      </w:r>
      <w:r w:rsidRPr="004B3A08">
        <w:rPr>
          <w:rFonts w:ascii="Times New Roman" w:hAnsi="Times New Roman"/>
          <w:sz w:val="24"/>
          <w:szCs w:val="32"/>
        </w:rPr>
        <w:t xml:space="preserve"> </w:t>
      </w:r>
      <w:r w:rsidRPr="004B3A08">
        <w:rPr>
          <w:rFonts w:ascii="Times New Roman" w:hAnsi="Times New Roman"/>
          <w:bCs/>
          <w:sz w:val="24"/>
          <w:szCs w:val="28"/>
        </w:rPr>
        <w:t>8-9</w:t>
      </w:r>
    </w:p>
    <w:p w:rsidR="006570D1" w:rsidRPr="004B3A08" w:rsidRDefault="006570D1" w:rsidP="006467B9">
      <w:pPr>
        <w:spacing w:before="120" w:after="120"/>
        <w:jc w:val="both"/>
        <w:rPr>
          <w:rFonts w:ascii="Times New Roman" w:hAnsi="Times New Roman"/>
          <w:sz w:val="24"/>
          <w:szCs w:val="28"/>
        </w:rPr>
      </w:pPr>
      <w:r w:rsidRPr="004B3A08">
        <w:rPr>
          <w:rFonts w:ascii="Times New Roman" w:hAnsi="Times New Roman"/>
          <w:b/>
          <w:sz w:val="24"/>
          <w:szCs w:val="24"/>
        </w:rPr>
        <w:t>Ключевые слова</w:t>
      </w:r>
      <w:r w:rsidRPr="004B3A08">
        <w:rPr>
          <w:rFonts w:ascii="Times New Roman" w:hAnsi="Times New Roman"/>
          <w:sz w:val="24"/>
          <w:szCs w:val="24"/>
        </w:rPr>
        <w:t xml:space="preserve">: </w:t>
      </w:r>
      <w:r w:rsidRPr="004B3A08">
        <w:rPr>
          <w:rFonts w:ascii="Times New Roman" w:hAnsi="Times New Roman"/>
          <w:sz w:val="24"/>
          <w:szCs w:val="28"/>
        </w:rPr>
        <w:t xml:space="preserve">информатика, текстовый редактор, форматирование, вставка объектов. </w:t>
      </w:r>
    </w:p>
    <w:p w:rsidR="006570D1" w:rsidRPr="004B3A08" w:rsidRDefault="006570D1" w:rsidP="006467B9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B3A08">
        <w:rPr>
          <w:rFonts w:ascii="Times New Roman" w:hAnsi="Times New Roman"/>
          <w:b/>
          <w:bCs/>
          <w:iCs/>
          <w:sz w:val="24"/>
          <w:szCs w:val="32"/>
        </w:rPr>
        <w:t>Оборудование</w:t>
      </w:r>
      <w:r w:rsidRPr="004B3A08">
        <w:rPr>
          <w:rFonts w:ascii="Times New Roman" w:hAnsi="Times New Roman"/>
          <w:bCs/>
          <w:iCs/>
          <w:sz w:val="24"/>
          <w:szCs w:val="32"/>
        </w:rPr>
        <w:t xml:space="preserve">: </w:t>
      </w:r>
      <w:r w:rsidRPr="004B3A08">
        <w:rPr>
          <w:rFonts w:ascii="Times New Roman" w:hAnsi="Times New Roman"/>
          <w:sz w:val="24"/>
          <w:szCs w:val="28"/>
        </w:rPr>
        <w:t>компьютерный класс,  практическая работа в распечатанном варианте.</w:t>
      </w:r>
    </w:p>
    <w:p w:rsidR="006570D1" w:rsidRPr="004B3A08" w:rsidRDefault="006570D1" w:rsidP="00043132">
      <w:pPr>
        <w:spacing w:before="120" w:after="120"/>
        <w:rPr>
          <w:rFonts w:ascii="Times New Roman" w:hAnsi="Times New Roman"/>
          <w:bCs/>
          <w:iCs/>
          <w:sz w:val="24"/>
        </w:rPr>
      </w:pPr>
      <w:r w:rsidRPr="004B3A08">
        <w:rPr>
          <w:rFonts w:ascii="Times New Roman" w:hAnsi="Times New Roman"/>
          <w:b/>
          <w:bCs/>
          <w:iCs/>
          <w:sz w:val="24"/>
          <w:szCs w:val="32"/>
        </w:rPr>
        <w:t>Тип урока</w:t>
      </w:r>
      <w:r w:rsidRPr="004B3A08">
        <w:rPr>
          <w:rFonts w:ascii="Times New Roman" w:hAnsi="Times New Roman"/>
          <w:bCs/>
          <w:iCs/>
          <w:sz w:val="24"/>
          <w:szCs w:val="32"/>
        </w:rPr>
        <w:t xml:space="preserve">: </w:t>
      </w:r>
      <w:r>
        <w:rPr>
          <w:rFonts w:ascii="Times New Roman" w:hAnsi="Times New Roman"/>
          <w:sz w:val="24"/>
          <w:szCs w:val="40"/>
        </w:rPr>
        <w:t>зачетная</w:t>
      </w:r>
      <w:r w:rsidRPr="004B3A08">
        <w:rPr>
          <w:rFonts w:ascii="Times New Roman" w:hAnsi="Times New Roman"/>
          <w:sz w:val="24"/>
          <w:szCs w:val="40"/>
        </w:rPr>
        <w:t xml:space="preserve"> работа.</w:t>
      </w:r>
    </w:p>
    <w:p w:rsidR="006570D1" w:rsidRPr="004B3A08" w:rsidRDefault="006570D1" w:rsidP="00043132">
      <w:pPr>
        <w:spacing w:before="120" w:after="120"/>
        <w:rPr>
          <w:rFonts w:ascii="Times New Roman" w:hAnsi="Times New Roman"/>
          <w:bCs/>
          <w:iCs/>
          <w:sz w:val="24"/>
        </w:rPr>
      </w:pPr>
      <w:r w:rsidRPr="004B3A08">
        <w:rPr>
          <w:rFonts w:ascii="Times New Roman" w:hAnsi="Times New Roman"/>
          <w:b/>
          <w:bCs/>
          <w:iCs/>
          <w:sz w:val="24"/>
          <w:szCs w:val="32"/>
        </w:rPr>
        <w:t>Формы работы</w:t>
      </w:r>
      <w:r w:rsidRPr="004B3A08">
        <w:rPr>
          <w:rFonts w:ascii="Times New Roman" w:hAnsi="Times New Roman"/>
          <w:bCs/>
          <w:iCs/>
          <w:sz w:val="24"/>
          <w:szCs w:val="32"/>
        </w:rPr>
        <w:t xml:space="preserve">: </w:t>
      </w:r>
      <w:r w:rsidRPr="004B3A08">
        <w:rPr>
          <w:rFonts w:ascii="Times New Roman" w:hAnsi="Times New Roman"/>
          <w:bCs/>
          <w:iCs/>
          <w:sz w:val="24"/>
        </w:rPr>
        <w:t>индивидуальная.</w:t>
      </w:r>
    </w:p>
    <w:p w:rsidR="006570D1" w:rsidRPr="004B3A08" w:rsidRDefault="006570D1" w:rsidP="0025504C">
      <w:pPr>
        <w:spacing w:before="120"/>
        <w:jc w:val="both"/>
        <w:rPr>
          <w:rFonts w:ascii="Times New Roman" w:hAnsi="Times New Roman"/>
          <w:bCs/>
          <w:iCs/>
          <w:sz w:val="24"/>
        </w:rPr>
      </w:pPr>
      <w:r w:rsidRPr="004B3A08">
        <w:rPr>
          <w:rFonts w:ascii="Times New Roman" w:hAnsi="Times New Roman"/>
          <w:b/>
          <w:bCs/>
          <w:iCs/>
          <w:sz w:val="24"/>
          <w:szCs w:val="24"/>
        </w:rPr>
        <w:t>Аннотация:</w:t>
      </w:r>
      <w:r w:rsidRPr="004B3A08">
        <w:rPr>
          <w:rFonts w:ascii="Times New Roman" w:hAnsi="Times New Roman"/>
          <w:bCs/>
          <w:iCs/>
          <w:sz w:val="24"/>
          <w:szCs w:val="24"/>
        </w:rPr>
        <w:t xml:space="preserve"> Практическая  работа рассчитана на 2 урока. </w:t>
      </w:r>
      <w:r w:rsidRPr="004B3A08">
        <w:rPr>
          <w:rFonts w:ascii="Times New Roman" w:hAnsi="Times New Roman"/>
          <w:bCs/>
          <w:iCs/>
        </w:rPr>
        <w:t>Учащиеся могут оформить буклет по желаемой теме, при условии, что в нем будут отражены возможности текстовых редакторов по форматированию документа. Созданный  буклет учащиеся распечатывают и складывают .</w:t>
      </w:r>
    </w:p>
    <w:p w:rsidR="006570D1" w:rsidRPr="004B3A08" w:rsidRDefault="006570D1" w:rsidP="008E5F03">
      <w:pPr>
        <w:spacing w:before="120" w:after="120"/>
        <w:ind w:right="113"/>
        <w:jc w:val="both"/>
        <w:rPr>
          <w:rFonts w:ascii="Times New Roman" w:hAnsi="Times New Roman"/>
          <w:bCs/>
          <w:iCs/>
          <w:sz w:val="24"/>
          <w:szCs w:val="32"/>
        </w:rPr>
      </w:pPr>
      <w:r w:rsidRPr="004B3A08">
        <w:rPr>
          <w:rFonts w:ascii="Times New Roman" w:hAnsi="Times New Roman"/>
          <w:b/>
          <w:bCs/>
          <w:iCs/>
          <w:sz w:val="24"/>
          <w:szCs w:val="32"/>
        </w:rPr>
        <w:t xml:space="preserve">Цель урока: </w:t>
      </w:r>
      <w:r w:rsidRPr="004B3A08">
        <w:rPr>
          <w:rFonts w:ascii="Times New Roman" w:hAnsi="Times New Roman"/>
          <w:bCs/>
          <w:iCs/>
          <w:sz w:val="24"/>
          <w:szCs w:val="32"/>
        </w:rPr>
        <w:t>Закрепить умение работать с текстовыми документами.</w:t>
      </w:r>
    </w:p>
    <w:p w:rsidR="006570D1" w:rsidRPr="004B3A08" w:rsidRDefault="006570D1" w:rsidP="006467B9">
      <w:pPr>
        <w:spacing w:before="120" w:after="0" w:line="240" w:lineRule="auto"/>
        <w:rPr>
          <w:rFonts w:ascii="Times New Roman" w:hAnsi="Times New Roman"/>
          <w:b/>
          <w:sz w:val="24"/>
          <w:szCs w:val="28"/>
        </w:rPr>
      </w:pPr>
      <w:r w:rsidRPr="004B3A08">
        <w:rPr>
          <w:rFonts w:ascii="Times New Roman" w:hAnsi="Times New Roman"/>
          <w:b/>
          <w:sz w:val="24"/>
          <w:szCs w:val="28"/>
        </w:rPr>
        <w:t>Задачи:</w:t>
      </w:r>
    </w:p>
    <w:p w:rsidR="006570D1" w:rsidRPr="004B3A08" w:rsidRDefault="006570D1" w:rsidP="005522DC">
      <w:pPr>
        <w:spacing w:after="0"/>
        <w:ind w:right="113"/>
        <w:jc w:val="both"/>
        <w:rPr>
          <w:rFonts w:ascii="Times New Roman" w:hAnsi="Times New Roman"/>
          <w:b/>
          <w:sz w:val="24"/>
          <w:szCs w:val="28"/>
        </w:rPr>
      </w:pPr>
      <w:r w:rsidRPr="004B3A08">
        <w:rPr>
          <w:rFonts w:ascii="Times New Roman" w:hAnsi="Times New Roman"/>
          <w:sz w:val="24"/>
          <w:szCs w:val="24"/>
        </w:rPr>
        <w:t xml:space="preserve">1.  повторить, как оформить текст в виде колонок, как создать список: многоуровневый и одноуровневый; </w:t>
      </w:r>
    </w:p>
    <w:p w:rsidR="006570D1" w:rsidRPr="004B3A08" w:rsidRDefault="006570D1" w:rsidP="00AF4656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4B3A08">
        <w:rPr>
          <w:rFonts w:ascii="Times New Roman" w:hAnsi="Times New Roman"/>
          <w:sz w:val="24"/>
          <w:szCs w:val="28"/>
        </w:rPr>
        <w:t>2.</w:t>
      </w:r>
      <w:r w:rsidRPr="004B3A08">
        <w:rPr>
          <w:rFonts w:ascii="Times New Roman" w:hAnsi="Times New Roman"/>
          <w:b/>
          <w:sz w:val="24"/>
          <w:szCs w:val="28"/>
        </w:rPr>
        <w:t xml:space="preserve">  </w:t>
      </w:r>
      <w:r w:rsidRPr="004B3A08">
        <w:rPr>
          <w:rFonts w:ascii="Times New Roman" w:hAnsi="Times New Roman"/>
          <w:sz w:val="24"/>
          <w:szCs w:val="28"/>
        </w:rPr>
        <w:t>отработать навык создания формул;</w:t>
      </w:r>
    </w:p>
    <w:p w:rsidR="006570D1" w:rsidRPr="004B3A08" w:rsidRDefault="006570D1" w:rsidP="00AF4656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32"/>
        </w:rPr>
      </w:pPr>
      <w:r w:rsidRPr="004B3A08">
        <w:rPr>
          <w:rFonts w:ascii="Times New Roman" w:hAnsi="Times New Roman"/>
          <w:sz w:val="24"/>
          <w:szCs w:val="28"/>
        </w:rPr>
        <w:t>3.  развивать творческие способности.</w:t>
      </w:r>
    </w:p>
    <w:p w:rsidR="006570D1" w:rsidRPr="004B3A08" w:rsidRDefault="006570D1" w:rsidP="006467B9">
      <w:pPr>
        <w:spacing w:before="120" w:after="120" w:line="360" w:lineRule="auto"/>
        <w:ind w:right="113"/>
        <w:rPr>
          <w:rFonts w:ascii="Times New Roman" w:hAnsi="Times New Roman"/>
          <w:b/>
          <w:bCs/>
          <w:iCs/>
          <w:sz w:val="24"/>
          <w:szCs w:val="32"/>
        </w:rPr>
      </w:pPr>
      <w:r w:rsidRPr="004B3A08">
        <w:rPr>
          <w:rFonts w:ascii="Times New Roman" w:hAnsi="Times New Roman"/>
          <w:b/>
          <w:bCs/>
          <w:iCs/>
          <w:sz w:val="24"/>
          <w:szCs w:val="32"/>
        </w:rPr>
        <w:t>Ход урока:</w:t>
      </w:r>
    </w:p>
    <w:p w:rsidR="006570D1" w:rsidRPr="004B3A08" w:rsidRDefault="006570D1" w:rsidP="005522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Зачетная</w:t>
      </w:r>
      <w:r w:rsidRPr="004B3A08">
        <w:rPr>
          <w:rFonts w:ascii="Times New Roman" w:hAnsi="Times New Roman"/>
          <w:b/>
          <w:sz w:val="24"/>
          <w:szCs w:val="24"/>
        </w:rPr>
        <w:t xml:space="preserve"> работа по теме «Текстовый редактор»</w:t>
      </w:r>
    </w:p>
    <w:p w:rsidR="006570D1" w:rsidRDefault="006570D1" w:rsidP="00131294">
      <w:pPr>
        <w:spacing w:after="0"/>
        <w:ind w:right="113"/>
        <w:jc w:val="both"/>
        <w:rPr>
          <w:rFonts w:ascii="Times New Roman" w:hAnsi="Times New Roman"/>
          <w:sz w:val="24"/>
          <w:szCs w:val="24"/>
        </w:rPr>
      </w:pPr>
      <w:r w:rsidRPr="004B3A08">
        <w:rPr>
          <w:rFonts w:ascii="Times New Roman" w:hAnsi="Times New Roman"/>
          <w:b/>
          <w:i/>
          <w:sz w:val="24"/>
          <w:szCs w:val="24"/>
        </w:rPr>
        <w:t xml:space="preserve">Цель работы: </w:t>
      </w:r>
      <w:r w:rsidRPr="004B3A08">
        <w:rPr>
          <w:rFonts w:ascii="Times New Roman" w:hAnsi="Times New Roman"/>
          <w:sz w:val="24"/>
          <w:szCs w:val="24"/>
        </w:rPr>
        <w:t xml:space="preserve"> создать </w:t>
      </w:r>
      <w:hyperlink r:id="rId7" w:history="1">
        <w:r w:rsidRPr="00C55082">
          <w:rPr>
            <w:rStyle w:val="Hyperlink"/>
            <w:rFonts w:ascii="Times New Roman" w:hAnsi="Times New Roman"/>
            <w:sz w:val="24"/>
            <w:szCs w:val="24"/>
          </w:rPr>
          <w:t>буклет</w:t>
        </w:r>
      </w:hyperlink>
      <w:r w:rsidRPr="004B3A08">
        <w:rPr>
          <w:rFonts w:ascii="Times New Roman" w:hAnsi="Times New Roman"/>
          <w:sz w:val="24"/>
          <w:szCs w:val="24"/>
        </w:rPr>
        <w:t>, в котором отразить умение применять возможности текстовых процессоров по оформлению текстового документа.</w:t>
      </w:r>
    </w:p>
    <w:p w:rsidR="006570D1" w:rsidRDefault="006570D1" w:rsidP="00C16EDC">
      <w:pPr>
        <w:spacing w:after="0"/>
        <w:ind w:right="113"/>
        <w:jc w:val="both"/>
        <w:rPr>
          <w:rFonts w:ascii="Times New Roman" w:hAnsi="Times New Roman"/>
          <w:b/>
          <w:bCs/>
          <w:iCs/>
          <w:sz w:val="24"/>
          <w:szCs w:val="32"/>
        </w:rPr>
        <w:sectPr w:rsidR="006570D1" w:rsidSect="005522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566" w:bottom="709" w:left="851" w:header="708" w:footer="708" w:gutter="0"/>
          <w:cols w:space="708"/>
          <w:docGrid w:linePitch="360"/>
        </w:sectPr>
      </w:pPr>
    </w:p>
    <w:p w:rsidR="006570D1" w:rsidRPr="00C45EDB" w:rsidRDefault="006570D1" w:rsidP="00873EEB">
      <w:pPr>
        <w:pStyle w:val="ListParagraph"/>
        <w:numPr>
          <w:ilvl w:val="0"/>
          <w:numId w:val="6"/>
        </w:numPr>
        <w:spacing w:after="0"/>
        <w:ind w:left="426" w:hanging="426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group id="_x0000_s1026" style="position:absolute;left:0;text-align:left;margin-left:-.35pt;margin-top:150.55pt;width:197.65pt;height:184.25pt;z-index:251658240" coordorigin="853,3766" coordsize="3953,3685">
            <v:rect id="_x0000_s1027" style="position:absolute;left:853;top:3766;width:3953;height:3685" fillcolor="black" strokeweight="3pt">
              <v:shadow on="t" type="perspective" color="#7f7f7f" opacity=".5" offset="1pt" offset2="-1pt"/>
            </v:rect>
            <v:oval id="_x0000_s1028" style="position:absolute;left:1239;top:4068;width:3115;height:3115"/>
            <v:group id="_x0000_s1029" style="position:absolute;left:1792;top:4309;width:1892;height:2874" coordorigin="1792,4309" coordsize="1892,2874">
              <v:oval id="_x0000_s1030" style="position:absolute;left:2307;top:6179;width:964;height:1004" fillcolor="#fde9d9"/>
              <v:group id="_x0000_s1031" style="position:absolute;left:1792;top:4309;width:1892;height:2838" coordorigin="1792,4309" coordsize="1892,2838">
                <v:group id="_x0000_s1032" style="position:absolute;left:1792;top:4309;width:1892;height:1870" coordorigin="1792,4309" coordsize="1892,1870">
                  <v:oval id="_x0000_s1033" style="position:absolute;left:2041;top:4671;width:1508;height:1508" fillcolor="#8db3e2"/>
                  <v:group id="_x0000_s1034" style="position:absolute;left:1792;top:5140;width:1892;height:781" coordorigin="1792,5140" coordsize="1892,781">
                    <v:group id="_x0000_s1035" style="position:absolute;left:2327;top:5140;width:944;height:352" coordorigin="2327,5140" coordsize="944,352">
                      <v:oval id="_x0000_s1036" style="position:absolute;left:2327;top:5140;width:352;height:352" fillcolor="black" strokeweight="3pt">
                        <v:shadow on="t" type="perspective" color="#7f7f7f" opacity=".5" offset="1pt" offset2="-1pt"/>
                      </v:oval>
                      <v:oval id="_x0000_s1037" style="position:absolute;left:2919;top:5140;width:352;height:352" fillcolor="black" strokeweight="3pt">
                        <v:shadow on="t" type="perspective" color="#7f7f7f" opacity=".5" offset="1pt" offset2="-1pt"/>
                      </v:oval>
                      <v:oval id="_x0000_s1038" style="position:absolute;left:2411;top:5140;width:143;height:143"/>
                      <v:oval id="_x0000_s1039" style="position:absolute;left:3022;top:5140;width:143;height:143"/>
                      <v:oval id="_x0000_s1040" style="position:absolute;left:2536;top:5283;width:143;height:109"/>
                      <v:oval id="_x0000_s1041" style="position:absolute;left:3128;top:5283;width:143;height:109"/>
                    </v:group>
                    <v:oval id="_x0000_s1042" style="position:absolute;left:2679;top:5576;width:240;height:143" fillcolor="black" strokeweight="3pt">
                      <v:shadow on="t" type="perspective" color="#7f7f7f" opacity=".5" offset="1pt" offset2="-1pt"/>
                    </v:oval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1043" type="#_x0000_t19" style="position:absolute;left:2819;top:5576;width:346;height:312;rotation:-1876102fd;flip:y" coordsize="36444,26855" adj="-8743287,922858,14844" path="wr-6756,,36444,43200,,5909,35795,26855nfewr-6756,,36444,43200,,5909,35795,26855l14844,21600nsxe">
                      <v:path o:connectlocs="0,5909;35795,26855;14844,21600"/>
                    </v:shape>
                    <v:shape id="_x0000_s1044" type="#_x0000_t19" style="position:absolute;left:2411;top:5609;width:346;height:312;rotation:-1876102fd;flip:y" coordsize="36444,26855" adj="-8743287,922858,14844" path="wr-6756,,36444,43200,,5909,35795,26855nfewr-6756,,36444,43200,,5909,35795,26855l14844,21600nsxe">
                      <v:path o:connectlocs="0,5909;35795,26855;14844,21600"/>
                    </v:shape>
                    <v:group id="_x0000_s1045" style="position:absolute;left:3022;top:5492;width:662;height:429" coordorigin="3022,5492" coordsize="662,429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46" type="#_x0000_t32" style="position:absolute;left:3022;top:5492;width:662;height:117;flip:y" o:connectortype="straight"/>
                      <v:shape id="_x0000_s1047" type="#_x0000_t32" style="position:absolute;left:3128;top:5719;width:421;height:0" o:connectortype="straight"/>
                      <v:shape id="_x0000_s1048" type="#_x0000_t32" style="position:absolute;left:3022;top:5719;width:527;height:202" o:connectortype="straight"/>
                    </v:group>
                    <v:group id="_x0000_s1049" style="position:absolute;left:1792;top:5392;width:744;height:529" coordorigin="1792,5392" coordsize="744,529">
                      <v:shape id="_x0000_s1050" type="#_x0000_t32" style="position:absolute;left:1792;top:5576;width:744;height:143;flip:x y" o:connectortype="straight"/>
                      <v:shape id="_x0000_s1051" type="#_x0000_t32" style="position:absolute;left:2041;top:5392;width:495;height:217;flip:x y" o:connectortype="straight"/>
                      <v:shape id="_x0000_s1052" type="#_x0000_t32" style="position:absolute;left:2041;top:5719;width:495;height:202;flip:y" o:connectortype="straight"/>
                    </v:group>
                  </v:group>
                  <v:group id="_x0000_s1053" style="position:absolute;left:2143;top:4309;width:1316;height:698" coordorigin="2143,4309" coordsize="1316,698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_x0000_s1054" type="#_x0000_t6" style="position:absolute;left:2249;top:4309;width:243;height:492;rotation:-840855fd" fillcolor="#8db3e2"/>
                    <v:shape id="_x0000_s1055" type="#_x0000_t6" style="position:absolute;left:3129;top:4309;width:246;height:492;rotation:-1441767fd;flip:x" fillcolor="#8db3e2"/>
                    <v:shape id="_x0000_s1056" type="#_x0000_t32" style="position:absolute;left:3375;top:4404;width:84;height:603;flip:x" o:connectortype="straight"/>
                    <v:shape id="_x0000_s1057" type="#_x0000_t32" style="position:absolute;left:2143;top:4404;width:106;height:603;flip:x" o:connectortype="straight"/>
                  </v:group>
                </v:group>
                <v:oval id="_x0000_s1058" style="position:absolute;left:2139;top:6109;width:536;height:1038" fillcolor="#8db3e2"/>
                <v:oval id="_x0000_s1059" style="position:absolute;left:2915;top:6109;width:536;height:1038" fillcolor="#8db3e2"/>
                <v:group id="_x0000_s1060" style="position:absolute;left:2249;top:6681;width:1022;height:466" coordorigin="2249,6681" coordsize="1022,466">
                  <v:shape id="_x0000_s1061" type="#_x0000_t32" style="position:absolute;left:2249;top:6681;width:0;height:285" o:connectortype="straight"/>
                  <v:shape id="_x0000_s1062" type="#_x0000_t32" style="position:absolute;left:2411;top:6681;width:0;height:466" o:connectortype="straight"/>
                  <v:shape id="_x0000_s1063" type="#_x0000_t32" style="position:absolute;left:2492;top:6681;width:0;height:285" o:connectortype="straight"/>
                  <v:shape id="_x0000_s1064" type="#_x0000_t32" style="position:absolute;left:3022;top:6681;width:0;height:285" o:connectortype="straight"/>
                  <v:shape id="_x0000_s1065" type="#_x0000_t32" style="position:absolute;left:3165;top:6681;width:0;height:466" o:connectortype="straight"/>
                  <v:shape id="_x0000_s1066" type="#_x0000_t32" style="position:absolute;left:3271;top:6681;width:0;height:285" o:connectortype="straight"/>
                </v:group>
              </v:group>
            </v:group>
          </v:group>
        </w:pict>
      </w:r>
      <w:r w:rsidRPr="00C45EDB">
        <w:rPr>
          <w:rFonts w:ascii="Times New Roman" w:hAnsi="Times New Roman"/>
          <w:sz w:val="24"/>
          <w:szCs w:val="24"/>
        </w:rPr>
        <w:t xml:space="preserve">При работе в среде текстового  редактора пользователь может самостоятельно создавать графические изображения, используя инструменты для </w:t>
      </w:r>
      <w:r w:rsidRPr="00C45EDB">
        <w:rPr>
          <w:rFonts w:ascii="Times New Roman" w:hAnsi="Times New Roman"/>
          <w:sz w:val="24"/>
          <w:szCs w:val="24"/>
        </w:rPr>
        <w:br/>
        <w:t>рисования:</w:t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  <w:r w:rsidRPr="00C45EDB">
        <w:rPr>
          <w:rFonts w:ascii="Times New Roman" w:hAnsi="Times New Roman"/>
          <w:sz w:val="24"/>
          <w:szCs w:val="24"/>
        </w:rPr>
        <w:br/>
      </w:r>
    </w:p>
    <w:p w:rsidR="006570D1" w:rsidRDefault="006570D1" w:rsidP="00873EEB">
      <w:pPr>
        <w:spacing w:after="0"/>
        <w:rPr>
          <w:rFonts w:ascii="Times New Roman" w:hAnsi="Times New Roman"/>
          <w:sz w:val="28"/>
          <w:szCs w:val="28"/>
        </w:rPr>
      </w:pPr>
    </w:p>
    <w:p w:rsidR="006570D1" w:rsidRPr="00103D48" w:rsidRDefault="006570D1" w:rsidP="00873EEB">
      <w:pPr>
        <w:spacing w:after="0"/>
        <w:rPr>
          <w:rFonts w:ascii="Times New Roman" w:hAnsi="Times New Roman"/>
          <w:b/>
          <w:i/>
          <w:sz w:val="56"/>
          <w:szCs w:val="56"/>
        </w:rPr>
      </w:pPr>
    </w:p>
    <w:p w:rsidR="006570D1" w:rsidRPr="00C45EDB" w:rsidRDefault="006570D1" w:rsidP="00873E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3D48">
        <w:rPr>
          <w:rFonts w:ascii="Times New Roman" w:hAnsi="Times New Roman"/>
          <w:b/>
          <w:i/>
          <w:sz w:val="56"/>
          <w:szCs w:val="56"/>
        </w:rPr>
        <w:t>Желаем успехов!</w:t>
      </w:r>
      <w:r>
        <w:rPr>
          <w:rFonts w:ascii="Times New Roman" w:hAnsi="Times New Roman"/>
          <w:b/>
          <w:i/>
          <w:sz w:val="56"/>
          <w:szCs w:val="56"/>
        </w:rPr>
        <w:br w:type="column"/>
      </w:r>
      <w:r w:rsidRPr="00103D48">
        <w:rPr>
          <w:rFonts w:ascii="Times New Roman" w:hAnsi="Times New Roman"/>
          <w:b/>
          <w:sz w:val="32"/>
          <w:szCs w:val="32"/>
        </w:rPr>
        <w:t>Текстовый редактор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45EDB">
        <w:rPr>
          <w:rFonts w:ascii="Times New Roman" w:hAnsi="Times New Roman"/>
          <w:sz w:val="24"/>
          <w:szCs w:val="24"/>
        </w:rPr>
        <w:t>программа, позволяющая создавать текстовые документы, редактировать их, просматривать содержимое документов на экране, распечатывать.</w:t>
      </w:r>
    </w:p>
    <w:p w:rsidR="006570D1" w:rsidRDefault="006570D1" w:rsidP="00873EE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5EDB">
        <w:rPr>
          <w:rFonts w:ascii="Times New Roman" w:hAnsi="Times New Roman"/>
          <w:sz w:val="24"/>
          <w:szCs w:val="24"/>
        </w:rPr>
        <w:t>Текстовые редакторы, предоставляющие широкие возможности по форматированию текстов, называются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3D48">
        <w:rPr>
          <w:rFonts w:ascii="Times New Roman" w:hAnsi="Times New Roman"/>
          <w:b/>
          <w:sz w:val="32"/>
          <w:szCs w:val="32"/>
        </w:rPr>
        <w:t>текстовыми процессорами</w:t>
      </w:r>
      <w:r>
        <w:rPr>
          <w:rFonts w:ascii="Times New Roman" w:hAnsi="Times New Roman"/>
          <w:sz w:val="28"/>
          <w:szCs w:val="28"/>
        </w:rPr>
        <w:t>.</w:t>
      </w:r>
    </w:p>
    <w:p w:rsidR="006570D1" w:rsidRDefault="006570D1" w:rsidP="00873EE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B3B7F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17.75pt;height:94.5pt;visibility:visible">
            <v:imagedata r:id="rId14" o:title=""/>
          </v:shape>
        </w:pict>
      </w:r>
    </w:p>
    <w:p w:rsidR="006570D1" w:rsidRDefault="006570D1" w:rsidP="00873EEB">
      <w:pPr>
        <w:spacing w:after="0"/>
        <w:rPr>
          <w:rFonts w:ascii="Times New Roman" w:hAnsi="Times New Roman"/>
          <w:sz w:val="32"/>
          <w:szCs w:val="32"/>
        </w:rPr>
      </w:pPr>
      <w:r w:rsidRPr="00C45EDB">
        <w:rPr>
          <w:rFonts w:ascii="Times New Roman" w:hAnsi="Times New Roman"/>
          <w:sz w:val="32"/>
          <w:szCs w:val="32"/>
        </w:rPr>
        <w:t xml:space="preserve">Возможности по </w:t>
      </w:r>
      <w:r w:rsidRPr="00C45EDB">
        <w:rPr>
          <w:rFonts w:ascii="Times New Roman" w:hAnsi="Times New Roman"/>
          <w:sz w:val="32"/>
          <w:szCs w:val="32"/>
          <w:u w:val="single"/>
        </w:rPr>
        <w:t xml:space="preserve">форматированию </w:t>
      </w:r>
      <w:r w:rsidRPr="00C45EDB">
        <w:rPr>
          <w:rFonts w:ascii="Times New Roman" w:hAnsi="Times New Roman"/>
          <w:sz w:val="32"/>
          <w:szCs w:val="32"/>
        </w:rPr>
        <w:t>текста:</w:t>
      </w:r>
    </w:p>
    <w:p w:rsidR="006570D1" w:rsidRPr="00C45EDB" w:rsidRDefault="006570D1" w:rsidP="00873EEB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45EDB">
        <w:rPr>
          <w:rFonts w:ascii="Times New Roman" w:hAnsi="Times New Roman"/>
          <w:b/>
          <w:sz w:val="24"/>
          <w:szCs w:val="24"/>
        </w:rPr>
        <w:t>Изменение шрифта:</w:t>
      </w:r>
    </w:p>
    <w:p w:rsidR="006570D1" w:rsidRPr="00C45EDB" w:rsidRDefault="006570D1" w:rsidP="00873EEB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Стиль;</w:t>
      </w:r>
    </w:p>
    <w:p w:rsidR="006570D1" w:rsidRPr="00C45EDB" w:rsidRDefault="006570D1" w:rsidP="00873EEB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Начертание ;</w:t>
      </w:r>
    </w:p>
    <w:p w:rsidR="006570D1" w:rsidRPr="00C45EDB" w:rsidRDefault="006570D1" w:rsidP="00873EEB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Размер;</w:t>
      </w:r>
    </w:p>
    <w:p w:rsidR="006570D1" w:rsidRPr="00C45EDB" w:rsidRDefault="006570D1" w:rsidP="00873EEB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45EDB">
        <w:rPr>
          <w:rFonts w:ascii="Times New Roman" w:hAnsi="Times New Roman"/>
          <w:b/>
          <w:sz w:val="24"/>
          <w:szCs w:val="24"/>
        </w:rPr>
        <w:t>Изменение цветов:</w:t>
      </w:r>
    </w:p>
    <w:p w:rsidR="006570D1" w:rsidRPr="00C45EDB" w:rsidRDefault="006570D1" w:rsidP="00873EEB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Шрифта;</w:t>
      </w:r>
    </w:p>
    <w:p w:rsidR="006570D1" w:rsidRPr="00C45EDB" w:rsidRDefault="006570D1" w:rsidP="00873EEB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Фона;</w:t>
      </w:r>
    </w:p>
    <w:p w:rsidR="006570D1" w:rsidRPr="00C45EDB" w:rsidRDefault="006570D1" w:rsidP="00873EEB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45EDB">
        <w:rPr>
          <w:rFonts w:ascii="Times New Roman" w:hAnsi="Times New Roman"/>
          <w:b/>
          <w:sz w:val="24"/>
          <w:szCs w:val="24"/>
        </w:rPr>
        <w:t>Вставка объектов:</w:t>
      </w:r>
    </w:p>
    <w:p w:rsidR="006570D1" w:rsidRPr="00C45EDB" w:rsidRDefault="006570D1" w:rsidP="00873EEB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Картинок;</w:t>
      </w:r>
    </w:p>
    <w:p w:rsidR="006570D1" w:rsidRPr="00C45EDB" w:rsidRDefault="006570D1" w:rsidP="00873EEB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Таблиц;</w:t>
      </w:r>
    </w:p>
    <w:p w:rsidR="006570D1" w:rsidRDefault="006570D1" w:rsidP="00131294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t>Формул;</w:t>
      </w:r>
    </w:p>
    <w:p w:rsidR="006570D1" w:rsidRDefault="006570D1" w:rsidP="00131294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Декоративного текста.</w:t>
      </w:r>
    </w:p>
    <w:p w:rsidR="006570D1" w:rsidRDefault="006570D1" w:rsidP="00873EEB">
      <w:pPr>
        <w:spacing w:after="0"/>
        <w:ind w:left="348"/>
        <w:rPr>
          <w:rFonts w:ascii="Times New Roman" w:hAnsi="Times New Roman"/>
          <w:sz w:val="24"/>
          <w:szCs w:val="24"/>
        </w:rPr>
      </w:pPr>
      <w:r w:rsidRPr="00C45EDB">
        <w:rPr>
          <w:rFonts w:ascii="Times New Roman" w:hAnsi="Times New Roman"/>
          <w:sz w:val="24"/>
          <w:szCs w:val="24"/>
        </w:rPr>
        <w:br w:type="column"/>
      </w:r>
      <w:r w:rsidRPr="00C45EDB">
        <w:rPr>
          <w:rFonts w:ascii="Times New Roman" w:hAnsi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/>
          <w:b/>
          <w:i/>
          <w:sz w:val="24"/>
          <w:szCs w:val="24"/>
        </w:rPr>
        <w:t>Изменение шрифта</w:t>
      </w:r>
    </w:p>
    <w:p w:rsidR="006570D1" w:rsidRDefault="006570D1" w:rsidP="00873EE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Текстовые процессоры предоставляют широкий выбор шрифтов:</w:t>
      </w:r>
    </w:p>
    <w:p w:rsidR="006570D1" w:rsidRPr="0089273C" w:rsidRDefault="006570D1" w:rsidP="00873EE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89273C">
        <w:rPr>
          <w:rFonts w:ascii="Times New Roman" w:hAnsi="Times New Roman"/>
          <w:sz w:val="24"/>
          <w:szCs w:val="24"/>
        </w:rPr>
        <w:t>Это</w:t>
      </w:r>
      <w:r w:rsidRPr="008927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9273C">
        <w:rPr>
          <w:rFonts w:ascii="Times New Roman" w:hAnsi="Times New Roman"/>
          <w:sz w:val="24"/>
          <w:szCs w:val="24"/>
        </w:rPr>
        <w:t>шрифт</w:t>
      </w:r>
      <w:r w:rsidRPr="0089273C">
        <w:rPr>
          <w:rFonts w:ascii="Times New Roman" w:hAnsi="Times New Roman"/>
          <w:sz w:val="24"/>
          <w:szCs w:val="24"/>
          <w:lang w:val="en-US"/>
        </w:rPr>
        <w:t xml:space="preserve"> Times New Roman;</w:t>
      </w:r>
    </w:p>
    <w:p w:rsidR="006570D1" w:rsidRPr="0089273C" w:rsidRDefault="006570D1" w:rsidP="00873EEB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89273C">
        <w:rPr>
          <w:rFonts w:ascii="Arial" w:hAnsi="Arial" w:cs="Arial"/>
          <w:sz w:val="24"/>
          <w:szCs w:val="24"/>
        </w:rPr>
        <w:t>Шрифт</w:t>
      </w:r>
      <w:r w:rsidRPr="0089273C">
        <w:rPr>
          <w:rFonts w:ascii="Arial" w:hAnsi="Arial" w:cs="Arial"/>
          <w:sz w:val="24"/>
          <w:szCs w:val="24"/>
          <w:lang w:val="en-US"/>
        </w:rPr>
        <w:t xml:space="preserve"> Arial;</w:t>
      </w:r>
    </w:p>
    <w:p w:rsidR="006570D1" w:rsidRPr="0089273C" w:rsidRDefault="006570D1" w:rsidP="00873EEB">
      <w:pPr>
        <w:pStyle w:val="ListParagraph"/>
        <w:numPr>
          <w:ilvl w:val="0"/>
          <w:numId w:val="11"/>
        </w:numPr>
        <w:spacing w:after="0"/>
        <w:rPr>
          <w:rFonts w:ascii="Comic Sans MS" w:hAnsi="Comic Sans MS" w:cs="Arial"/>
          <w:sz w:val="24"/>
          <w:szCs w:val="24"/>
        </w:rPr>
      </w:pPr>
      <w:r w:rsidRPr="0089273C">
        <w:rPr>
          <w:rFonts w:ascii="Comic Sans MS" w:hAnsi="Comic Sans MS" w:cs="Arial"/>
          <w:sz w:val="24"/>
          <w:szCs w:val="24"/>
        </w:rPr>
        <w:t>Шрифт</w:t>
      </w:r>
      <w:r w:rsidRPr="0089273C">
        <w:rPr>
          <w:rFonts w:ascii="Comic Sans MS" w:hAnsi="Comic Sans MS" w:cs="Arial"/>
          <w:sz w:val="24"/>
          <w:szCs w:val="24"/>
          <w:lang w:val="en-US"/>
        </w:rPr>
        <w:t xml:space="preserve"> Comic Sans MS;</w:t>
      </w:r>
    </w:p>
    <w:p w:rsidR="006570D1" w:rsidRDefault="006570D1" w:rsidP="00873EEB">
      <w:pPr>
        <w:pStyle w:val="ListParagraph"/>
        <w:numPr>
          <w:ilvl w:val="0"/>
          <w:numId w:val="11"/>
        </w:numPr>
        <w:spacing w:after="0"/>
        <w:rPr>
          <w:rFonts w:ascii="Times New Roman" w:eastAsia="Gungsuh" w:hAnsi="Times New Roman"/>
          <w:sz w:val="24"/>
          <w:szCs w:val="24"/>
        </w:rPr>
      </w:pPr>
      <w:r w:rsidRPr="0089273C">
        <w:rPr>
          <w:rFonts w:ascii="Gungsuh Cyr" w:eastAsia="Gungsuh" w:hAnsi="Gungsuh Cyr" w:cs="Arial"/>
          <w:sz w:val="24"/>
          <w:szCs w:val="24"/>
        </w:rPr>
        <w:t xml:space="preserve">Шрифт </w:t>
      </w:r>
      <w:r w:rsidRPr="0089273C">
        <w:rPr>
          <w:rFonts w:ascii="Gungsuh" w:eastAsia="Gungsuh" w:hAnsi="Gungsuh" w:cs="Arial"/>
          <w:sz w:val="24"/>
          <w:szCs w:val="24"/>
          <w:lang w:val="en-US"/>
        </w:rPr>
        <w:t>Gungsuh</w:t>
      </w:r>
      <w:r w:rsidRPr="0089273C">
        <w:rPr>
          <w:rFonts w:ascii="Gungsuh" w:eastAsia="Gungsuh" w:hAnsi="Gungsuh" w:cs="Arial"/>
          <w:sz w:val="24"/>
          <w:szCs w:val="24"/>
        </w:rPr>
        <w:t xml:space="preserve"> </w:t>
      </w:r>
      <w:r w:rsidRPr="0089273C">
        <w:rPr>
          <w:rFonts w:ascii="Times New Roman" w:eastAsia="Gungsuh" w:hAnsi="Times New Roman"/>
          <w:sz w:val="24"/>
          <w:szCs w:val="24"/>
        </w:rPr>
        <w:t>и пр.</w:t>
      </w:r>
    </w:p>
    <w:p w:rsidR="006570D1" w:rsidRPr="0089273C" w:rsidRDefault="006570D1" w:rsidP="00873EEB">
      <w:pPr>
        <w:pStyle w:val="ListParagraph"/>
        <w:spacing w:after="0"/>
        <w:rPr>
          <w:rFonts w:ascii="Times New Roman" w:eastAsia="Gungsuh" w:hAnsi="Times New Roman"/>
          <w:sz w:val="24"/>
          <w:szCs w:val="24"/>
        </w:rPr>
      </w:pPr>
    </w:p>
    <w:p w:rsidR="006570D1" w:rsidRDefault="006570D1" w:rsidP="00873EEB">
      <w:pPr>
        <w:spacing w:after="0"/>
        <w:rPr>
          <w:rFonts w:ascii="Times New Roman" w:eastAsia="Gungsuh" w:hAnsi="Times New Roman"/>
          <w:sz w:val="24"/>
          <w:szCs w:val="24"/>
        </w:rPr>
      </w:pPr>
    </w:p>
    <w:p w:rsidR="006570D1" w:rsidRDefault="006570D1" w:rsidP="00873EEB">
      <w:pPr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Шрифтам можно задать необходимое начертание:</w:t>
      </w:r>
    </w:p>
    <w:p w:rsidR="006570D1" w:rsidRPr="0089273C" w:rsidRDefault="006570D1" w:rsidP="00873EEB">
      <w:pPr>
        <w:pStyle w:val="ListParagraph"/>
        <w:numPr>
          <w:ilvl w:val="0"/>
          <w:numId w:val="12"/>
        </w:numPr>
        <w:spacing w:after="0"/>
        <w:rPr>
          <w:rFonts w:ascii="Times New Roman" w:eastAsia="Gungsuh" w:hAnsi="Times New Roman"/>
          <w:b/>
          <w:sz w:val="24"/>
          <w:szCs w:val="24"/>
        </w:rPr>
      </w:pPr>
      <w:r w:rsidRPr="0089273C">
        <w:rPr>
          <w:rFonts w:ascii="Times New Roman" w:eastAsia="Gungsuh" w:hAnsi="Times New Roman"/>
          <w:b/>
          <w:sz w:val="24"/>
          <w:szCs w:val="24"/>
        </w:rPr>
        <w:t>Полужирное;</w:t>
      </w:r>
    </w:p>
    <w:p w:rsidR="006570D1" w:rsidRPr="0089273C" w:rsidRDefault="006570D1" w:rsidP="00873EEB">
      <w:pPr>
        <w:pStyle w:val="ListParagraph"/>
        <w:numPr>
          <w:ilvl w:val="0"/>
          <w:numId w:val="12"/>
        </w:numPr>
        <w:spacing w:after="0"/>
        <w:rPr>
          <w:rFonts w:ascii="Times New Roman" w:eastAsia="Gungsuh" w:hAnsi="Times New Roman"/>
          <w:i/>
          <w:sz w:val="24"/>
          <w:szCs w:val="24"/>
        </w:rPr>
      </w:pPr>
      <w:r w:rsidRPr="0089273C">
        <w:rPr>
          <w:rFonts w:ascii="Times New Roman" w:eastAsia="Gungsuh" w:hAnsi="Times New Roman"/>
          <w:i/>
          <w:sz w:val="24"/>
          <w:szCs w:val="24"/>
        </w:rPr>
        <w:t>Курсив;</w:t>
      </w:r>
    </w:p>
    <w:p w:rsidR="006570D1" w:rsidRPr="0089273C" w:rsidRDefault="006570D1" w:rsidP="00873EEB">
      <w:pPr>
        <w:pStyle w:val="ListParagraph"/>
        <w:numPr>
          <w:ilvl w:val="0"/>
          <w:numId w:val="12"/>
        </w:numPr>
        <w:spacing w:after="0"/>
        <w:rPr>
          <w:rFonts w:ascii="Times New Roman" w:eastAsia="Gungsuh" w:hAnsi="Times New Roman"/>
          <w:b/>
          <w:i/>
          <w:sz w:val="24"/>
          <w:szCs w:val="24"/>
        </w:rPr>
      </w:pPr>
      <w:r w:rsidRPr="0089273C">
        <w:rPr>
          <w:rFonts w:ascii="Times New Roman" w:eastAsia="Gungsuh" w:hAnsi="Times New Roman"/>
          <w:b/>
          <w:i/>
          <w:sz w:val="24"/>
          <w:szCs w:val="24"/>
        </w:rPr>
        <w:t>Полужирный курсив;</w:t>
      </w:r>
    </w:p>
    <w:p w:rsidR="006570D1" w:rsidRDefault="006570D1" w:rsidP="00873EEB">
      <w:pPr>
        <w:pStyle w:val="ListParagraph"/>
        <w:numPr>
          <w:ilvl w:val="0"/>
          <w:numId w:val="12"/>
        </w:numPr>
        <w:spacing w:after="0"/>
        <w:rPr>
          <w:rFonts w:ascii="Times New Roman" w:eastAsia="Gungsuh" w:hAnsi="Times New Roman"/>
          <w:sz w:val="24"/>
          <w:szCs w:val="24"/>
          <w:u w:val="single"/>
        </w:rPr>
      </w:pPr>
      <w:r>
        <w:rPr>
          <w:rFonts w:ascii="Times New Roman" w:eastAsia="Gungsuh" w:hAnsi="Times New Roman"/>
          <w:sz w:val="24"/>
          <w:szCs w:val="24"/>
          <w:u w:val="single"/>
        </w:rPr>
        <w:t>Подчеркивание.</w:t>
      </w:r>
    </w:p>
    <w:p w:rsidR="006570D1" w:rsidRDefault="006570D1" w:rsidP="00131294">
      <w:pPr>
        <w:pStyle w:val="ListParagraph"/>
        <w:spacing w:after="0"/>
        <w:ind w:left="360"/>
        <w:rPr>
          <w:rFonts w:ascii="Times New Roman" w:eastAsia="Gungsuh" w:hAnsi="Times New Roman"/>
          <w:sz w:val="24"/>
          <w:szCs w:val="24"/>
          <w:u w:val="single"/>
        </w:rPr>
      </w:pPr>
    </w:p>
    <w:p w:rsidR="006570D1" w:rsidRDefault="006570D1" w:rsidP="00873EEB">
      <w:pPr>
        <w:pStyle w:val="ListParagraph"/>
        <w:spacing w:after="0"/>
        <w:rPr>
          <w:rFonts w:ascii="Times New Roman" w:eastAsia="Gungsuh" w:hAnsi="Times New Roman"/>
          <w:sz w:val="24"/>
          <w:szCs w:val="24"/>
          <w:u w:val="single"/>
        </w:rPr>
      </w:pPr>
    </w:p>
    <w:p w:rsidR="006570D1" w:rsidRDefault="006570D1" w:rsidP="00873EEB">
      <w:pPr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Шрифтам можно задать нужный размер:</w:t>
      </w:r>
    </w:p>
    <w:p w:rsidR="006570D1" w:rsidRPr="0089273C" w:rsidRDefault="006570D1" w:rsidP="00873EEB">
      <w:pPr>
        <w:pStyle w:val="ListParagraph"/>
        <w:numPr>
          <w:ilvl w:val="0"/>
          <w:numId w:val="13"/>
        </w:numPr>
        <w:spacing w:after="0"/>
        <w:rPr>
          <w:rFonts w:ascii="Times New Roman" w:eastAsia="Gungsuh" w:hAnsi="Times New Roman"/>
          <w:sz w:val="52"/>
          <w:szCs w:val="52"/>
        </w:rPr>
      </w:pPr>
      <w:r w:rsidRPr="0089273C">
        <w:rPr>
          <w:rFonts w:ascii="Times New Roman" w:eastAsia="Gungsuh" w:hAnsi="Times New Roman"/>
          <w:sz w:val="52"/>
          <w:szCs w:val="52"/>
        </w:rPr>
        <w:t>26 размер (удобен для выделения заголовков);</w:t>
      </w:r>
    </w:p>
    <w:p w:rsidR="006570D1" w:rsidRPr="0089273C" w:rsidRDefault="006570D1" w:rsidP="00873EEB">
      <w:pPr>
        <w:pStyle w:val="ListParagraph"/>
        <w:numPr>
          <w:ilvl w:val="0"/>
          <w:numId w:val="13"/>
        </w:numPr>
        <w:spacing w:after="0"/>
        <w:rPr>
          <w:rFonts w:ascii="Times New Roman" w:eastAsia="Gungsuh" w:hAnsi="Times New Roman"/>
          <w:sz w:val="28"/>
          <w:szCs w:val="28"/>
        </w:rPr>
      </w:pPr>
      <w:r w:rsidRPr="0089273C">
        <w:rPr>
          <w:rFonts w:ascii="Times New Roman" w:eastAsia="Gungsuh" w:hAnsi="Times New Roman"/>
          <w:sz w:val="28"/>
          <w:szCs w:val="28"/>
        </w:rPr>
        <w:t>14 размер (удобен для печать основного текста);</w:t>
      </w:r>
    </w:p>
    <w:p w:rsidR="006570D1" w:rsidRDefault="006570D1" w:rsidP="00873EEB">
      <w:pPr>
        <w:pStyle w:val="ListParagraph"/>
        <w:numPr>
          <w:ilvl w:val="0"/>
          <w:numId w:val="13"/>
        </w:numPr>
        <w:spacing w:after="0"/>
        <w:rPr>
          <w:rFonts w:ascii="Times New Roman" w:eastAsia="Gungsuh" w:hAnsi="Times New Roman"/>
          <w:sz w:val="20"/>
          <w:szCs w:val="20"/>
        </w:rPr>
      </w:pPr>
      <w:r w:rsidRPr="0089273C">
        <w:rPr>
          <w:rFonts w:ascii="Times New Roman" w:eastAsia="Gungsuh" w:hAnsi="Times New Roman"/>
          <w:sz w:val="20"/>
          <w:szCs w:val="20"/>
        </w:rPr>
        <w:t>10 размер (можно применять при наборе сносок или комментариев).</w:t>
      </w:r>
    </w:p>
    <w:p w:rsidR="006570D1" w:rsidRDefault="006570D1" w:rsidP="00873EEB">
      <w:pPr>
        <w:rPr>
          <w:rFonts w:ascii="Times New Roman" w:eastAsia="Gungsuh" w:hAnsi="Times New Roman"/>
          <w:sz w:val="20"/>
          <w:szCs w:val="20"/>
        </w:rPr>
      </w:pPr>
      <w:r>
        <w:rPr>
          <w:rFonts w:ascii="Times New Roman" w:eastAsia="Gungsuh" w:hAnsi="Times New Roman"/>
          <w:sz w:val="20"/>
          <w:szCs w:val="20"/>
        </w:rPr>
        <w:br w:type="page"/>
      </w: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b/>
          <w:i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b/>
          <w:i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b/>
          <w:i/>
          <w:sz w:val="24"/>
          <w:szCs w:val="24"/>
        </w:rPr>
      </w:pPr>
      <w:r w:rsidRPr="0089273C">
        <w:rPr>
          <w:rFonts w:ascii="Times New Roman" w:eastAsia="Gungsuh" w:hAnsi="Times New Roman"/>
          <w:b/>
          <w:i/>
          <w:sz w:val="24"/>
          <w:szCs w:val="24"/>
        </w:rPr>
        <w:t xml:space="preserve">2. </w:t>
      </w:r>
      <w:r>
        <w:rPr>
          <w:rFonts w:ascii="Times New Roman" w:eastAsia="Gungsuh" w:hAnsi="Times New Roman"/>
          <w:b/>
          <w:i/>
          <w:sz w:val="24"/>
          <w:szCs w:val="24"/>
        </w:rPr>
        <w:t>Изменение цветов</w:t>
      </w: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  <w:r>
        <w:rPr>
          <w:noProof/>
        </w:rPr>
        <w:pict>
          <v:shape id="Рисунок 6" o:spid="_x0000_s1067" type="#_x0000_t75" style="position:absolute;margin-left:308pt;margin-top:13.6pt;width:88.3pt;height:1in;z-index:-251657216;visibility:visible" wrapcoords="366 0 366 19575 11898 19575 13363 19575 19953 19575 21234 19350 20868 0 366 0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">
            <v:imagedata r:id="rId15" o:title=""/>
            <o:lock v:ext="edit" aspectratio="f"/>
            <w10:wrap type="tight"/>
          </v:shape>
        </w:pict>
      </w:r>
      <w:r>
        <w:rPr>
          <w:rFonts w:ascii="Times New Roman" w:eastAsia="Gungsuh" w:hAnsi="Times New Roman"/>
          <w:sz w:val="24"/>
          <w:szCs w:val="24"/>
        </w:rPr>
        <w:t>Текстовые процессоры предоставляют пользователю возможность самостоятельно выбирать цветовое решение для создаваемого документа.</w:t>
      </w: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sz w:val="24"/>
          <w:szCs w:val="24"/>
        </w:rPr>
      </w:pPr>
    </w:p>
    <w:p w:rsidR="006570D1" w:rsidRPr="00BF32F8" w:rsidRDefault="006570D1" w:rsidP="00873EEB">
      <w:pPr>
        <w:spacing w:after="0"/>
        <w:rPr>
          <w:rFonts w:ascii="Times New Roman" w:eastAsia="Gungsuh" w:hAnsi="Times New Roman"/>
          <w:sz w:val="24"/>
          <w:szCs w:val="24"/>
        </w:rPr>
      </w:pPr>
      <w:r w:rsidRPr="00BF32F8">
        <w:rPr>
          <w:rFonts w:ascii="Times New Roman" w:eastAsia="Gungsuh" w:hAnsi="Times New Roman"/>
          <w:sz w:val="24"/>
          <w:szCs w:val="24"/>
        </w:rPr>
        <w:t>Пользователь может:</w:t>
      </w:r>
    </w:p>
    <w:p w:rsidR="006570D1" w:rsidRDefault="006570D1" w:rsidP="00873EEB">
      <w:pPr>
        <w:pStyle w:val="ListParagraph"/>
        <w:numPr>
          <w:ilvl w:val="0"/>
          <w:numId w:val="14"/>
        </w:numPr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Задать желаемый фон страниц документа;</w:t>
      </w:r>
    </w:p>
    <w:p w:rsidR="006570D1" w:rsidRDefault="006570D1" w:rsidP="00873EEB">
      <w:pPr>
        <w:pStyle w:val="ListParagraph"/>
        <w:numPr>
          <w:ilvl w:val="0"/>
          <w:numId w:val="14"/>
        </w:numPr>
        <w:shd w:val="clear" w:color="auto" w:fill="00B0F0"/>
        <w:spacing w:after="0"/>
        <w:rPr>
          <w:rFonts w:ascii="Times New Roman" w:eastAsia="Gungsuh" w:hAnsi="Times New Roman"/>
          <w:sz w:val="24"/>
          <w:szCs w:val="24"/>
        </w:rPr>
      </w:pPr>
      <w:r>
        <w:rPr>
          <w:rFonts w:ascii="Times New Roman" w:eastAsia="Gungsuh" w:hAnsi="Times New Roman"/>
          <w:sz w:val="24"/>
          <w:szCs w:val="24"/>
        </w:rPr>
        <w:t>Задать цвет фона текста;</w:t>
      </w:r>
    </w:p>
    <w:p w:rsidR="006570D1" w:rsidRDefault="006570D1" w:rsidP="00873EEB">
      <w:pPr>
        <w:pStyle w:val="ListParagraph"/>
        <w:numPr>
          <w:ilvl w:val="0"/>
          <w:numId w:val="14"/>
        </w:numPr>
        <w:spacing w:after="0"/>
        <w:rPr>
          <w:rFonts w:ascii="Times New Roman" w:eastAsia="Gungsuh" w:hAnsi="Times New Roman"/>
          <w:sz w:val="24"/>
          <w:szCs w:val="24"/>
        </w:rPr>
      </w:pPr>
      <w:r w:rsidRPr="00BF32F8">
        <w:rPr>
          <w:rFonts w:ascii="Times New Roman" w:eastAsia="Gungsuh" w:hAnsi="Times New Roman"/>
          <w:sz w:val="24"/>
          <w:szCs w:val="24"/>
          <w:highlight w:val="green"/>
        </w:rPr>
        <w:t>Выделить текст цветом (текст выглядит так, как если бы его закрасили маркером);</w:t>
      </w:r>
    </w:p>
    <w:p w:rsidR="006570D1" w:rsidRPr="00BF32F8" w:rsidRDefault="006570D1" w:rsidP="00873EEB">
      <w:pPr>
        <w:pStyle w:val="ListParagraph"/>
        <w:numPr>
          <w:ilvl w:val="0"/>
          <w:numId w:val="14"/>
        </w:numPr>
        <w:spacing w:after="0"/>
        <w:rPr>
          <w:rFonts w:ascii="Times New Roman" w:eastAsia="Gungsuh" w:hAnsi="Times New Roman"/>
          <w:color w:val="CC0066"/>
          <w:sz w:val="24"/>
          <w:szCs w:val="24"/>
        </w:rPr>
      </w:pPr>
      <w:r w:rsidRPr="00BF32F8">
        <w:rPr>
          <w:rFonts w:ascii="Times New Roman" w:eastAsia="Gungsuh" w:hAnsi="Times New Roman"/>
          <w:color w:val="CC0066"/>
          <w:sz w:val="24"/>
          <w:szCs w:val="24"/>
        </w:rPr>
        <w:t>Задать необходимый цвет текста.</w:t>
      </w:r>
    </w:p>
    <w:p w:rsidR="006570D1" w:rsidRDefault="006570D1" w:rsidP="00873EEB">
      <w:pPr>
        <w:pStyle w:val="ListParagraph"/>
        <w:spacing w:after="0"/>
        <w:rPr>
          <w:rFonts w:ascii="Times New Roman" w:eastAsia="Gungsuh" w:hAnsi="Times New Roman"/>
          <w:color w:val="CC0066"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color w:val="CC0066"/>
          <w:sz w:val="24"/>
          <w:szCs w:val="24"/>
        </w:rPr>
      </w:pPr>
      <w:r w:rsidRPr="005B3B7F">
        <w:rPr>
          <w:rFonts w:ascii="Times New Roman" w:eastAsia="Gungsuh" w:hAnsi="Times New Roman"/>
          <w:noProof/>
          <w:color w:val="CC0066"/>
          <w:sz w:val="24"/>
          <w:szCs w:val="24"/>
        </w:rPr>
        <w:pict>
          <v:shape id="Рисунок 5" o:spid="_x0000_i1026" type="#_x0000_t75" style="width:153.75pt;height:147.75pt;visibility:visible">
            <v:imagedata r:id="rId16" o:title=""/>
          </v:shape>
        </w:pict>
      </w: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b/>
          <w:i/>
          <w:color w:val="000000"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b/>
          <w:i/>
          <w:color w:val="000000"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b/>
          <w:i/>
          <w:color w:val="000000"/>
          <w:sz w:val="24"/>
          <w:szCs w:val="24"/>
        </w:rPr>
      </w:pPr>
      <w:r w:rsidRPr="009D11BC">
        <w:rPr>
          <w:rFonts w:ascii="Times New Roman" w:eastAsia="Gungsuh" w:hAnsi="Times New Roman"/>
          <w:b/>
          <w:i/>
          <w:color w:val="000000"/>
          <w:sz w:val="24"/>
          <w:szCs w:val="24"/>
        </w:rPr>
        <w:t>3. Вставка объектов</w:t>
      </w:r>
    </w:p>
    <w:p w:rsidR="006570D1" w:rsidRDefault="006570D1" w:rsidP="00873EEB">
      <w:pPr>
        <w:pStyle w:val="ListParagraph"/>
        <w:numPr>
          <w:ilvl w:val="0"/>
          <w:numId w:val="15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Пользователь может вставить готовое изображение в нужное место в документе.</w:t>
      </w:r>
    </w:p>
    <w:p w:rsidR="006570D1" w:rsidRDefault="006570D1" w:rsidP="00873EEB">
      <w:pPr>
        <w:pStyle w:val="ListParagraph"/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Помимо этого, пользователь может задать обрамление для вставленного объекта, а также обтекание или расположение.</w:t>
      </w:r>
    </w:p>
    <w:p w:rsidR="006570D1" w:rsidRPr="00DF0E11" w:rsidRDefault="006570D1" w:rsidP="00873EEB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Pr="009D11BC" w:rsidRDefault="006570D1" w:rsidP="00873EEB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Default="006570D1" w:rsidP="00873EEB">
      <w:pPr>
        <w:pStyle w:val="ListParagraph"/>
        <w:numPr>
          <w:ilvl w:val="0"/>
          <w:numId w:val="15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Иногда текстовую информацию удобно организовывать в табличном виде:</w:t>
      </w:r>
    </w:p>
    <w:p w:rsidR="006570D1" w:rsidRDefault="006570D1" w:rsidP="00873EEB">
      <w:pPr>
        <w:pStyle w:val="ListParagraph"/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/>
      </w:tblPr>
      <w:tblGrid>
        <w:gridCol w:w="1524"/>
        <w:gridCol w:w="1102"/>
        <w:gridCol w:w="1103"/>
        <w:gridCol w:w="1103"/>
      </w:tblGrid>
      <w:tr w:rsidR="006570D1" w:rsidRPr="00056D47" w:rsidTr="00056D47">
        <w:tc>
          <w:tcPr>
            <w:tcW w:w="1102" w:type="dxa"/>
            <w:vMerge w:val="restart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Товар</w:t>
            </w:r>
          </w:p>
        </w:tc>
        <w:tc>
          <w:tcPr>
            <w:tcW w:w="3308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F81BD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Цена</w:t>
            </w:r>
          </w:p>
        </w:tc>
      </w:tr>
      <w:tr w:rsidR="006570D1" w:rsidRPr="00056D47" w:rsidTr="00056D47">
        <w:tc>
          <w:tcPr>
            <w:tcW w:w="1102" w:type="dxa"/>
            <w:vMerge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  <w:lang w:val="en-US" w:eastAsia="en-US"/>
              </w:rPr>
              <w:t>$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i/>
                <w:color w:val="000000"/>
                <w:sz w:val="24"/>
                <w:szCs w:val="24"/>
                <w:lang w:eastAsia="en-US"/>
              </w:rPr>
              <w:t>€</w:t>
            </w:r>
          </w:p>
        </w:tc>
      </w:tr>
      <w:tr w:rsidR="006570D1" w:rsidRPr="00056D47" w:rsidTr="00056D47">
        <w:tc>
          <w:tcPr>
            <w:tcW w:w="1102" w:type="dxa"/>
            <w:tcBorders>
              <w:bottom w:val="nil"/>
              <w:right w:val="single" w:sz="24" w:space="0" w:color="FFFFFF"/>
            </w:tcBorders>
            <w:shd w:val="clear" w:color="auto" w:fill="4F81BD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Мышь</w:t>
            </w:r>
          </w:p>
        </w:tc>
        <w:tc>
          <w:tcPr>
            <w:tcW w:w="1102" w:type="dxa"/>
            <w:shd w:val="clear" w:color="auto" w:fill="D3DFE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1103" w:type="dxa"/>
            <w:shd w:val="clear" w:color="auto" w:fill="D3DFE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03" w:type="dxa"/>
            <w:shd w:val="clear" w:color="auto" w:fill="D3DFE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6570D1" w:rsidRPr="00056D47" w:rsidTr="00056D47">
        <w:tc>
          <w:tcPr>
            <w:tcW w:w="1102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Клавиатура</w:t>
            </w:r>
          </w:p>
        </w:tc>
        <w:tc>
          <w:tcPr>
            <w:tcW w:w="11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2500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</w:tr>
      <w:tr w:rsidR="006570D1" w:rsidRPr="00056D47" w:rsidTr="00056D47">
        <w:tc>
          <w:tcPr>
            <w:tcW w:w="1102" w:type="dxa"/>
            <w:tcBorders>
              <w:bottom w:val="nil"/>
              <w:right w:val="single" w:sz="24" w:space="0" w:color="FFFFFF"/>
            </w:tcBorders>
            <w:shd w:val="clear" w:color="auto" w:fill="4F81BD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Принтер</w:t>
            </w:r>
          </w:p>
        </w:tc>
        <w:tc>
          <w:tcPr>
            <w:tcW w:w="1102" w:type="dxa"/>
            <w:tcBorders>
              <w:bottom w:val="nil"/>
            </w:tcBorders>
            <w:shd w:val="clear" w:color="auto" w:fill="D3DFE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4550</w:t>
            </w:r>
          </w:p>
        </w:tc>
        <w:tc>
          <w:tcPr>
            <w:tcW w:w="1103" w:type="dxa"/>
            <w:tcBorders>
              <w:bottom w:val="nil"/>
            </w:tcBorders>
            <w:shd w:val="clear" w:color="auto" w:fill="D3DFE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103" w:type="dxa"/>
            <w:tcBorders>
              <w:bottom w:val="nil"/>
            </w:tcBorders>
            <w:shd w:val="clear" w:color="auto" w:fill="D3DFEE"/>
          </w:tcPr>
          <w:p w:rsidR="006570D1" w:rsidRPr="00056D47" w:rsidRDefault="006570D1" w:rsidP="00056D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</w:pPr>
            <w:r w:rsidRPr="00056D47">
              <w:rPr>
                <w:rFonts w:ascii="Times New Roman" w:eastAsia="Gungsuh" w:hAnsi="Times New Roman"/>
                <w:color w:val="000000"/>
                <w:sz w:val="24"/>
                <w:szCs w:val="24"/>
                <w:lang w:eastAsia="en-US"/>
              </w:rPr>
              <w:t>108</w:t>
            </w:r>
          </w:p>
        </w:tc>
      </w:tr>
    </w:tbl>
    <w:p w:rsidR="006570D1" w:rsidRDefault="006570D1" w:rsidP="00873EEB">
      <w:pPr>
        <w:pStyle w:val="ListParagraph"/>
        <w:numPr>
          <w:ilvl w:val="0"/>
          <w:numId w:val="15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br w:type="column"/>
        <w:t>Текстовый процессор предоставляет широкие возможности по созданию в документе математических формул любой сложности:</w:t>
      </w: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Default="006570D1" w:rsidP="00131294">
      <w:pPr>
        <w:pStyle w:val="ListParagraph"/>
        <w:spacing w:after="0"/>
        <w:ind w:left="0"/>
        <w:jc w:val="center"/>
        <w:rPr>
          <w:rFonts w:ascii="Times New Roman" w:eastAsia="Gungsuh" w:hAnsi="Times New Roman"/>
          <w:color w:val="000000"/>
          <w:sz w:val="52"/>
          <w:szCs w:val="52"/>
          <w:lang w:val="en-US"/>
        </w:rPr>
      </w:pPr>
      <w:r w:rsidRPr="00056D47">
        <w:rPr>
          <w:rFonts w:ascii="Times New Roman" w:eastAsia="Gungsuh" w:hAnsi="Times New Roman"/>
          <w:color w:val="000000"/>
          <w:sz w:val="52"/>
          <w:szCs w:val="52"/>
        </w:rPr>
        <w:fldChar w:fldCharType="begin"/>
      </w:r>
      <w:r w:rsidRPr="00056D47">
        <w:rPr>
          <w:rFonts w:ascii="Times New Roman" w:eastAsia="Gungsuh" w:hAnsi="Times New Roman"/>
          <w:color w:val="000000"/>
          <w:sz w:val="52"/>
          <w:szCs w:val="52"/>
        </w:rPr>
        <w:instrText xml:space="preserve"> QUOTE </w:instrText>
      </w:r>
      <w:r w:rsidRPr="005B3B7F">
        <w:rPr>
          <w:rFonts w:eastAsia="Gungsuh"/>
        </w:rPr>
        <w:pict>
          <v:shape id="_x0000_i1027" type="#_x0000_t75" style="width:247.5pt;height:146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71B80&quot;/&gt;&lt;wsp:rsid wsp:val=&quot;0002550B&quot;/&gt;&lt;wsp:rsid wsp:val=&quot;0002670F&quot;/&gt;&lt;wsp:rsid wsp:val=&quot;00043132&quot;/&gt;&lt;wsp:rsid wsp:val=&quot;0005528E&quot;/&gt;&lt;wsp:rsid wsp:val=&quot;00056D47&quot;/&gt;&lt;wsp:rsid wsp:val=&quot;0008790B&quot;/&gt;&lt;wsp:rsid wsp:val=&quot;0009648B&quot;/&gt;&lt;wsp:rsid wsp:val=&quot;000D05B2&quot;/&gt;&lt;wsp:rsid wsp:val=&quot;00120115&quot;/&gt;&lt;wsp:rsid wsp:val=&quot;001206FA&quot;/&gt;&lt;wsp:rsid wsp:val=&quot;0013340B&quot;/&gt;&lt;wsp:rsid wsp:val=&quot;0013731B&quot;/&gt;&lt;wsp:rsid wsp:val=&quot;001376DB&quot;/&gt;&lt;wsp:rsid wsp:val=&quot;00147B07&quot;/&gt;&lt;wsp:rsid wsp:val=&quot;00171B80&quot;/&gt;&lt;wsp:rsid wsp:val=&quot;00172A5F&quot;/&gt;&lt;wsp:rsid wsp:val=&quot;00193347&quot;/&gt;&lt;wsp:rsid wsp:val=&quot;001A7D31&quot;/&gt;&lt;wsp:rsid wsp:val=&quot;001B3BC1&quot;/&gt;&lt;wsp:rsid wsp:val=&quot;001B3F1A&quot;/&gt;&lt;wsp:rsid wsp:val=&quot;001C1F66&quot;/&gt;&lt;wsp:rsid wsp:val=&quot;00220FB8&quot;/&gt;&lt;wsp:rsid wsp:val=&quot;00221D75&quot;/&gt;&lt;wsp:rsid wsp:val=&quot;002465E1&quot;/&gt;&lt;wsp:rsid wsp:val=&quot;0025086F&quot;/&gt;&lt;wsp:rsid wsp:val=&quot;0025504C&quot;/&gt;&lt;wsp:rsid wsp:val=&quot;002633AB&quot;/&gt;&lt;wsp:rsid wsp:val=&quot;0026549C&quot;/&gt;&lt;wsp:rsid wsp:val=&quot;002B09D8&quot;/&gt;&lt;wsp:rsid wsp:val=&quot;002E787E&quot;/&gt;&lt;wsp:rsid wsp:val=&quot;002F1629&quot;/&gt;&lt;wsp:rsid wsp:val=&quot;00320BDF&quot;/&gt;&lt;wsp:rsid wsp:val=&quot;00325FA5&quot;/&gt;&lt;wsp:rsid wsp:val=&quot;00335E7C&quot;/&gt;&lt;wsp:rsid wsp:val=&quot;00353A12&quot;/&gt;&lt;wsp:rsid wsp:val=&quot;003A2425&quot;/&gt;&lt;wsp:rsid wsp:val=&quot;003C076C&quot;/&gt;&lt;wsp:rsid wsp:val=&quot;003D7A47&quot;/&gt;&lt;wsp:rsid wsp:val=&quot;003E5106&quot;/&gt;&lt;wsp:rsid wsp:val=&quot;003F08EC&quot;/&gt;&lt;wsp:rsid wsp:val=&quot;003F5553&quot;/&gt;&lt;wsp:rsid wsp:val=&quot;0041740A&quot;/&gt;&lt;wsp:rsid wsp:val=&quot;00435446&quot;/&gt;&lt;wsp:rsid wsp:val=&quot;00446940&quot;/&gt;&lt;wsp:rsid wsp:val=&quot;00446EC9&quot;/&gt;&lt;wsp:rsid wsp:val=&quot;00471B71&quot;/&gt;&lt;wsp:rsid wsp:val=&quot;0047568F&quot;/&gt;&lt;wsp:rsid wsp:val=&quot;004B3A08&quot;/&gt;&lt;wsp:rsid wsp:val=&quot;0052331D&quot;/&gt;&lt;wsp:rsid wsp:val=&quot;005522DC&quot;/&gt;&lt;wsp:rsid wsp:val=&quot;00570EF9&quot;/&gt;&lt;wsp:rsid wsp:val=&quot;00581BF2&quot;/&gt;&lt;wsp:rsid wsp:val=&quot;005F29A2&quot;/&gt;&lt;wsp:rsid wsp:val=&quot;006302BC&quot;/&gt;&lt;wsp:rsid wsp:val=&quot;006467B9&quot;/&gt;&lt;wsp:rsid wsp:val=&quot;0065374F&quot;/&gt;&lt;wsp:rsid wsp:val=&quot;006639DB&quot;/&gt;&lt;wsp:rsid wsp:val=&quot;00695214&quot;/&gt;&lt;wsp:rsid wsp:val=&quot;006D6D86&quot;/&gt;&lt;wsp:rsid wsp:val=&quot;006F0FD6&quot;/&gt;&lt;wsp:rsid wsp:val=&quot;00736725&quot;/&gt;&lt;wsp:rsid wsp:val=&quot;00757ECC&quot;/&gt;&lt;wsp:rsid wsp:val=&quot;00760DAE&quot;/&gt;&lt;wsp:rsid wsp:val=&quot;00765AA1&quot;/&gt;&lt;wsp:rsid wsp:val=&quot;00791362&quot;/&gt;&lt;wsp:rsid wsp:val=&quot;007A2C1E&quot;/&gt;&lt;wsp:rsid wsp:val=&quot;007B4ED9&quot;/&gt;&lt;wsp:rsid wsp:val=&quot;007C2BD7&quot;/&gt;&lt;wsp:rsid wsp:val=&quot;007C305E&quot;/&gt;&lt;wsp:rsid wsp:val=&quot;007D2F84&quot;/&gt;&lt;wsp:rsid wsp:val=&quot;007D4951&quot;/&gt;&lt;wsp:rsid wsp:val=&quot;007E4B12&quot;/&gt;&lt;wsp:rsid wsp:val=&quot;007F10CB&quot;/&gt;&lt;wsp:rsid wsp:val=&quot;00837A57&quot;/&gt;&lt;wsp:rsid wsp:val=&quot;00873B98&quot;/&gt;&lt;wsp:rsid wsp:val=&quot;00873EEB&quot;/&gt;&lt;wsp:rsid wsp:val=&quot;00894AEA&quot;/&gt;&lt;wsp:rsid wsp:val=&quot;0089734F&quot;/&gt;&lt;wsp:rsid wsp:val=&quot;008B3E47&quot;/&gt;&lt;wsp:rsid wsp:val=&quot;008C1A43&quot;/&gt;&lt;wsp:rsid wsp:val=&quot;008E5F03&quot;/&gt;&lt;wsp:rsid wsp:val=&quot;00930734&quot;/&gt;&lt;wsp:rsid wsp:val=&quot;009431E9&quot;/&gt;&lt;wsp:rsid wsp:val=&quot;00950360&quot;/&gt;&lt;wsp:rsid wsp:val=&quot;00986A9A&quot;/&gt;&lt;wsp:rsid wsp:val=&quot;009A3CFD&quot;/&gt;&lt;wsp:rsid wsp:val=&quot;00A1360D&quot;/&gt;&lt;wsp:rsid wsp:val=&quot;00AB463D&quot;/&gt;&lt;wsp:rsid wsp:val=&quot;00AD3E17&quot;/&gt;&lt;wsp:rsid wsp:val=&quot;00AF4656&quot;/&gt;&lt;wsp:rsid wsp:val=&quot;00B0006B&quot;/&gt;&lt;wsp:rsid wsp:val=&quot;00B073D2&quot;/&gt;&lt;wsp:rsid wsp:val=&quot;00B164C2&quot;/&gt;&lt;wsp:rsid wsp:val=&quot;00B21D98&quot;/&gt;&lt;wsp:rsid wsp:val=&quot;00B36CDF&quot;/&gt;&lt;wsp:rsid wsp:val=&quot;00B42947&quot;/&gt;&lt;wsp:rsid wsp:val=&quot;00B4558C&quot;/&gt;&lt;wsp:rsid wsp:val=&quot;00B5488E&quot;/&gt;&lt;wsp:rsid wsp:val=&quot;00B7216D&quot;/&gt;&lt;wsp:rsid wsp:val=&quot;00B7278C&quot;/&gt;&lt;wsp:rsid wsp:val=&quot;00B95004&quot;/&gt;&lt;wsp:rsid wsp:val=&quot;00BA228A&quot;/&gt;&lt;wsp:rsid wsp:val=&quot;00BB00EB&quot;/&gt;&lt;wsp:rsid wsp:val=&quot;00BD0CF3&quot;/&gt;&lt;wsp:rsid wsp:val=&quot;00BD2BA7&quot;/&gt;&lt;wsp:rsid wsp:val=&quot;00C16EDC&quot;/&gt;&lt;wsp:rsid wsp:val=&quot;00C179A4&quot;/&gt;&lt;wsp:rsid wsp:val=&quot;00C345A6&quot;/&gt;&lt;wsp:rsid wsp:val=&quot;00C37E9D&quot;/&gt;&lt;wsp:rsid wsp:val=&quot;00C41234&quot;/&gt;&lt;wsp:rsid wsp:val=&quot;00C47997&quot;/&gt;&lt;wsp:rsid wsp:val=&quot;00CC4FC6&quot;/&gt;&lt;wsp:rsid wsp:val=&quot;00CD228C&quot;/&gt;&lt;wsp:rsid wsp:val=&quot;00CE4CA2&quot;/&gt;&lt;wsp:rsid wsp:val=&quot;00D13A25&quot;/&gt;&lt;wsp:rsid wsp:val=&quot;00D96DAD&quot;/&gt;&lt;wsp:rsid wsp:val=&quot;00DA78EF&quot;/&gt;&lt;wsp:rsid wsp:val=&quot;00DB028E&quot;/&gt;&lt;wsp:rsid wsp:val=&quot;00DE566A&quot;/&gt;&lt;wsp:rsid wsp:val=&quot;00E23CCF&quot;/&gt;&lt;wsp:rsid wsp:val=&quot;00E45294&quot;/&gt;&lt;wsp:rsid wsp:val=&quot;00E60236&quot;/&gt;&lt;wsp:rsid wsp:val=&quot;00E71CBA&quot;/&gt;&lt;wsp:rsid wsp:val=&quot;00E930AB&quot;/&gt;&lt;wsp:rsid wsp:val=&quot;00EA4CB8&quot;/&gt;&lt;wsp:rsid wsp:val=&quot;00EE0518&quot;/&gt;&lt;wsp:rsid wsp:val=&quot;00EE25A3&quot;/&gt;&lt;wsp:rsid wsp:val=&quot;00EE282F&quot;/&gt;&lt;wsp:rsid wsp:val=&quot;00EF254D&quot;/&gt;&lt;wsp:rsid wsp:val=&quot;00F035A1&quot;/&gt;&lt;wsp:rsid wsp:val=&quot;00F757FF&quot;/&gt;&lt;wsp:rsid wsp:val=&quot;00F768A3&quot;/&gt;&lt;wsp:rsid wsp:val=&quot;00FA0D2E&quot;/&gt;&lt;wsp:rsid wsp:val=&quot;00FA4C43&quot;/&gt;&lt;wsp:rsid wsp:val=&quot;00FB47FF&quot;/&gt;&lt;wsp:rsid wsp:val=&quot;00FE47C1&quot;/&gt;&lt;/wsp:rsids&gt;&lt;/w:docPr&gt;&lt;w:body&gt;&lt;w:p wsp:rsidR=&quot;00000000&quot; wsp:rsidRDefault=&quot;00E23CCF&quot;&gt;&lt;m:oMathPara&gt;&lt;m:oMath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d&gt;&lt;m:d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dPr&gt;&lt;m:e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152&lt;/m:t&gt;&lt;/m:r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698&lt;/m:t&gt;&lt;/m:r&gt;&lt;/m:den&gt;&lt;/m:f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+&lt;/m:t&gt;&lt;/m:r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w:lang w:val=&quot;EN-US&quot;/&gt;&lt;/w:rPr&gt;&lt;m:t&gt;(x-4)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3&lt;/m:t&gt;&lt;/m:r&gt;&lt;/m:sup&gt;&lt;/m:s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-&lt;/m:t&gt;&lt;/m:r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x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2&lt;/m:t&gt;&lt;/m:r&gt;&lt;/m:sup&gt;&lt;/m:sSup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2&lt;/m:t&gt;&lt;/m:r&gt;&lt;/m:den&gt;&lt;/m:f&gt;&lt;/m:e&gt;&lt;/m:d&gt;&lt;/m:e&gt;&lt;m:sup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/m:ctrlPr&gt;&lt;/m:fPr&gt;&lt;m:num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1&lt;/m:t&gt;&lt;/m:r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52&quot;/&gt;&lt;w:sz-cs w:val=&quot;52&quot;/&gt;&lt;/w:rPr&gt;&lt;m:t&gt;3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056D47">
        <w:rPr>
          <w:rFonts w:ascii="Times New Roman" w:eastAsia="Gungsuh" w:hAnsi="Times New Roman"/>
          <w:color w:val="000000"/>
          <w:sz w:val="52"/>
          <w:szCs w:val="52"/>
        </w:rPr>
        <w:instrText xml:space="preserve"> </w:instrText>
      </w:r>
      <w:r w:rsidRPr="00056D47">
        <w:rPr>
          <w:rFonts w:ascii="Times New Roman" w:eastAsia="Gungsuh" w:hAnsi="Times New Roman"/>
          <w:color w:val="000000"/>
          <w:sz w:val="52"/>
          <w:szCs w:val="52"/>
        </w:rPr>
        <w:fldChar w:fldCharType="end"/>
      </w:r>
      <w:r w:rsidRPr="00131294">
        <w:rPr>
          <w:rFonts w:ascii="Times New Roman" w:eastAsia="Gungsuh" w:hAnsi="Times New Roman"/>
          <w:color w:val="000000"/>
          <w:position w:val="-58"/>
          <w:sz w:val="56"/>
          <w:szCs w:val="56"/>
        </w:rPr>
        <w:object w:dxaOrig="2260" w:dyaOrig="1420">
          <v:shape id="_x0000_i1028" type="#_x0000_t75" style="width:135.75pt;height:85.5pt" o:ole="">
            <v:imagedata r:id="rId18" o:title=""/>
          </v:shape>
          <o:OLEObject Type="Embed" ProgID="Equation.3" ShapeID="_x0000_i1028" DrawAspect="Content" ObjectID="_1444257333" r:id="rId19"/>
        </w:object>
      </w:r>
    </w:p>
    <w:p w:rsidR="006570D1" w:rsidRDefault="006570D1" w:rsidP="00131294">
      <w:pPr>
        <w:pStyle w:val="ListParagraph"/>
        <w:spacing w:after="0"/>
        <w:ind w:left="0"/>
        <w:jc w:val="center"/>
        <w:rPr>
          <w:rFonts w:eastAsia="Gungsuh"/>
        </w:rPr>
      </w:pPr>
      <w:r w:rsidRPr="005B3B7F">
        <w:rPr>
          <w:rFonts w:eastAsia="Gungsuh"/>
        </w:rPr>
        <w:pict>
          <v:shape id="_x0000_i1029" type="#_x0000_t75" style="width:148.5pt;height:36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71B80&quot;/&gt;&lt;wsp:rsid wsp:val=&quot;0002550B&quot;/&gt;&lt;wsp:rsid wsp:val=&quot;0002670F&quot;/&gt;&lt;wsp:rsid wsp:val=&quot;00043132&quot;/&gt;&lt;wsp:rsid wsp:val=&quot;0005528E&quot;/&gt;&lt;wsp:rsid wsp:val=&quot;00056D47&quot;/&gt;&lt;wsp:rsid wsp:val=&quot;0008790B&quot;/&gt;&lt;wsp:rsid wsp:val=&quot;0009648B&quot;/&gt;&lt;wsp:rsid wsp:val=&quot;000D05B2&quot;/&gt;&lt;wsp:rsid wsp:val=&quot;00120115&quot;/&gt;&lt;wsp:rsid wsp:val=&quot;001206FA&quot;/&gt;&lt;wsp:rsid wsp:val=&quot;0013340B&quot;/&gt;&lt;wsp:rsid wsp:val=&quot;0013731B&quot;/&gt;&lt;wsp:rsid wsp:val=&quot;001376DB&quot;/&gt;&lt;wsp:rsid wsp:val=&quot;00147B07&quot;/&gt;&lt;wsp:rsid wsp:val=&quot;00171B80&quot;/&gt;&lt;wsp:rsid wsp:val=&quot;00172A5F&quot;/&gt;&lt;wsp:rsid wsp:val=&quot;00193347&quot;/&gt;&lt;wsp:rsid wsp:val=&quot;001A7D31&quot;/&gt;&lt;wsp:rsid wsp:val=&quot;001B3BC1&quot;/&gt;&lt;wsp:rsid wsp:val=&quot;001B3F1A&quot;/&gt;&lt;wsp:rsid wsp:val=&quot;001C1F66&quot;/&gt;&lt;wsp:rsid wsp:val=&quot;00220FB8&quot;/&gt;&lt;wsp:rsid wsp:val=&quot;00221D75&quot;/&gt;&lt;wsp:rsid wsp:val=&quot;002465E1&quot;/&gt;&lt;wsp:rsid wsp:val=&quot;0025086F&quot;/&gt;&lt;wsp:rsid wsp:val=&quot;0025504C&quot;/&gt;&lt;wsp:rsid wsp:val=&quot;002633AB&quot;/&gt;&lt;wsp:rsid wsp:val=&quot;0026549C&quot;/&gt;&lt;wsp:rsid wsp:val=&quot;002B09D8&quot;/&gt;&lt;wsp:rsid wsp:val=&quot;002E787E&quot;/&gt;&lt;wsp:rsid wsp:val=&quot;002F1629&quot;/&gt;&lt;wsp:rsid wsp:val=&quot;00320BDF&quot;/&gt;&lt;wsp:rsid wsp:val=&quot;00325FA5&quot;/&gt;&lt;wsp:rsid wsp:val=&quot;00335E7C&quot;/&gt;&lt;wsp:rsid wsp:val=&quot;00353A12&quot;/&gt;&lt;wsp:rsid wsp:val=&quot;003A2425&quot;/&gt;&lt;wsp:rsid wsp:val=&quot;003C076C&quot;/&gt;&lt;wsp:rsid wsp:val=&quot;003D7A47&quot;/&gt;&lt;wsp:rsid wsp:val=&quot;003E5106&quot;/&gt;&lt;wsp:rsid wsp:val=&quot;003F08EC&quot;/&gt;&lt;wsp:rsid wsp:val=&quot;003F5553&quot;/&gt;&lt;wsp:rsid wsp:val=&quot;0041740A&quot;/&gt;&lt;wsp:rsid wsp:val=&quot;00435446&quot;/&gt;&lt;wsp:rsid wsp:val=&quot;00446940&quot;/&gt;&lt;wsp:rsid wsp:val=&quot;00446EC9&quot;/&gt;&lt;wsp:rsid wsp:val=&quot;00471B71&quot;/&gt;&lt;wsp:rsid wsp:val=&quot;0047568F&quot;/&gt;&lt;wsp:rsid wsp:val=&quot;004B3A08&quot;/&gt;&lt;wsp:rsid wsp:val=&quot;0052331D&quot;/&gt;&lt;wsp:rsid wsp:val=&quot;005522DC&quot;/&gt;&lt;wsp:rsid wsp:val=&quot;00570EF9&quot;/&gt;&lt;wsp:rsid wsp:val=&quot;00581BF2&quot;/&gt;&lt;wsp:rsid wsp:val=&quot;005F29A2&quot;/&gt;&lt;wsp:rsid wsp:val=&quot;006302BC&quot;/&gt;&lt;wsp:rsid wsp:val=&quot;006467B9&quot;/&gt;&lt;wsp:rsid wsp:val=&quot;0065374F&quot;/&gt;&lt;wsp:rsid wsp:val=&quot;006639DB&quot;/&gt;&lt;wsp:rsid wsp:val=&quot;00695214&quot;/&gt;&lt;wsp:rsid wsp:val=&quot;006D6D86&quot;/&gt;&lt;wsp:rsid wsp:val=&quot;006F0FD6&quot;/&gt;&lt;wsp:rsid wsp:val=&quot;00736725&quot;/&gt;&lt;wsp:rsid wsp:val=&quot;00757ECC&quot;/&gt;&lt;wsp:rsid wsp:val=&quot;00760DAE&quot;/&gt;&lt;wsp:rsid wsp:val=&quot;00765AA1&quot;/&gt;&lt;wsp:rsid wsp:val=&quot;00791362&quot;/&gt;&lt;wsp:rsid wsp:val=&quot;007A2C1E&quot;/&gt;&lt;wsp:rsid wsp:val=&quot;007B4ED9&quot;/&gt;&lt;wsp:rsid wsp:val=&quot;007C2BD7&quot;/&gt;&lt;wsp:rsid wsp:val=&quot;007C305E&quot;/&gt;&lt;wsp:rsid wsp:val=&quot;007D2F84&quot;/&gt;&lt;wsp:rsid wsp:val=&quot;007D4951&quot;/&gt;&lt;wsp:rsid wsp:val=&quot;007D785B&quot;/&gt;&lt;wsp:rsid wsp:val=&quot;007E4B12&quot;/&gt;&lt;wsp:rsid wsp:val=&quot;007F10CB&quot;/&gt;&lt;wsp:rsid wsp:val=&quot;00837A57&quot;/&gt;&lt;wsp:rsid wsp:val=&quot;00873B98&quot;/&gt;&lt;wsp:rsid wsp:val=&quot;00873EEB&quot;/&gt;&lt;wsp:rsid wsp:val=&quot;00894AEA&quot;/&gt;&lt;wsp:rsid wsp:val=&quot;0089734F&quot;/&gt;&lt;wsp:rsid wsp:val=&quot;008B3E47&quot;/&gt;&lt;wsp:rsid wsp:val=&quot;008C1A43&quot;/&gt;&lt;wsp:rsid wsp:val=&quot;008E5F03&quot;/&gt;&lt;wsp:rsid wsp:val=&quot;00930734&quot;/&gt;&lt;wsp:rsid wsp:val=&quot;009431E9&quot;/&gt;&lt;wsp:rsid wsp:val=&quot;00950360&quot;/&gt;&lt;wsp:rsid wsp:val=&quot;00986A9A&quot;/&gt;&lt;wsp:rsid wsp:val=&quot;009A3CFD&quot;/&gt;&lt;wsp:rsid wsp:val=&quot;00A1360D&quot;/&gt;&lt;wsp:rsid wsp:val=&quot;00AB463D&quot;/&gt;&lt;wsp:rsid wsp:val=&quot;00AD3E17&quot;/&gt;&lt;wsp:rsid wsp:val=&quot;00AF4656&quot;/&gt;&lt;wsp:rsid wsp:val=&quot;00B0006B&quot;/&gt;&lt;wsp:rsid wsp:val=&quot;00B073D2&quot;/&gt;&lt;wsp:rsid wsp:val=&quot;00B164C2&quot;/&gt;&lt;wsp:rsid wsp:val=&quot;00B21D98&quot;/&gt;&lt;wsp:rsid wsp:val=&quot;00B36CDF&quot;/&gt;&lt;wsp:rsid wsp:val=&quot;00B42947&quot;/&gt;&lt;wsp:rsid wsp:val=&quot;00B4558C&quot;/&gt;&lt;wsp:rsid wsp:val=&quot;00B5488E&quot;/&gt;&lt;wsp:rsid wsp:val=&quot;00B7216D&quot;/&gt;&lt;wsp:rsid wsp:val=&quot;00B7278C&quot;/&gt;&lt;wsp:rsid wsp:val=&quot;00B95004&quot;/&gt;&lt;wsp:rsid wsp:val=&quot;00BA228A&quot;/&gt;&lt;wsp:rsid wsp:val=&quot;00BB00EB&quot;/&gt;&lt;wsp:rsid wsp:val=&quot;00BD0CF3&quot;/&gt;&lt;wsp:rsid wsp:val=&quot;00BD2BA7&quot;/&gt;&lt;wsp:rsid wsp:val=&quot;00C16EDC&quot;/&gt;&lt;wsp:rsid wsp:val=&quot;00C179A4&quot;/&gt;&lt;wsp:rsid wsp:val=&quot;00C345A6&quot;/&gt;&lt;wsp:rsid wsp:val=&quot;00C37E9D&quot;/&gt;&lt;wsp:rsid wsp:val=&quot;00C41234&quot;/&gt;&lt;wsp:rsid wsp:val=&quot;00C47997&quot;/&gt;&lt;wsp:rsid wsp:val=&quot;00CC4FC6&quot;/&gt;&lt;wsp:rsid wsp:val=&quot;00CD228C&quot;/&gt;&lt;wsp:rsid wsp:val=&quot;00CE4CA2&quot;/&gt;&lt;wsp:rsid wsp:val=&quot;00D13A25&quot;/&gt;&lt;wsp:rsid wsp:val=&quot;00D96DAD&quot;/&gt;&lt;wsp:rsid wsp:val=&quot;00DA78EF&quot;/&gt;&lt;wsp:rsid wsp:val=&quot;00DB028E&quot;/&gt;&lt;wsp:rsid wsp:val=&quot;00DE566A&quot;/&gt;&lt;wsp:rsid wsp:val=&quot;00E45294&quot;/&gt;&lt;wsp:rsid wsp:val=&quot;00E60236&quot;/&gt;&lt;wsp:rsid wsp:val=&quot;00E71CBA&quot;/&gt;&lt;wsp:rsid wsp:val=&quot;00E930AB&quot;/&gt;&lt;wsp:rsid wsp:val=&quot;00EA4CB8&quot;/&gt;&lt;wsp:rsid wsp:val=&quot;00EE0518&quot;/&gt;&lt;wsp:rsid wsp:val=&quot;00EE25A3&quot;/&gt;&lt;wsp:rsid wsp:val=&quot;00EE282F&quot;/&gt;&lt;wsp:rsid wsp:val=&quot;00EF254D&quot;/&gt;&lt;wsp:rsid wsp:val=&quot;00F035A1&quot;/&gt;&lt;wsp:rsid wsp:val=&quot;00F757FF&quot;/&gt;&lt;wsp:rsid wsp:val=&quot;00F768A3&quot;/&gt;&lt;wsp:rsid wsp:val=&quot;00FA0D2E&quot;/&gt;&lt;wsp:rsid wsp:val=&quot;00FA4C43&quot;/&gt;&lt;wsp:rsid wsp:val=&quot;00FB47FF&quot;/&gt;&lt;wsp:rsid wsp:val=&quot;00FE47C1&quot;/&gt;&lt;/wsp:rsids&gt;&lt;/w:docPr&gt;&lt;w:body&gt;&lt;w:p wsp:rsidR=&quot;00000000&quot; wsp:rsidRDefault=&quot;007D785B&quot;&gt;&lt;m:oMathPara&gt;&lt;m:oMath&gt;&lt;m:rad&gt;&lt;m:rad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radPr&gt;&lt;m:deg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2&lt;/m:t&gt;&lt;/m:r&gt;&lt;/m:deg&gt;&lt;m:e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fPr&gt;&lt;m:num&gt;&lt;m:rad&gt;&lt;m:radPr&gt;&lt;m:degHide m:val=&quot;on&quot;/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radPr&gt;&lt;m:deg/&gt;&lt;m:e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sSupPr&gt;&lt;m:e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x&lt;/m:t&gt;&lt;/m:r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2&lt;/m:t&gt;&lt;/m:r&gt;&lt;/m:sup&gt;&lt;/m:sSup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-7&lt;/m:t&gt;&lt;/m:r&gt;&lt;/m:e&gt;&lt;/m:rad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16&lt;/m:t&gt;&lt;/m:r&gt;&lt;/m:den&gt;&lt;/m:f&gt;&lt;/m:e&gt;&lt;/m:rad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+&lt;/m:t&gt;&lt;/m:r&gt;&lt;m:f&gt;&lt;m:f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fPr&gt;&lt;m:num&gt;&lt;m:sSup&gt;&lt;m:sSup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sSupPr&gt;&lt;m:e&gt;&lt;m:d&gt;&lt;m:dPr&gt;&lt;m:ctrlP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/m:ctrlPr&gt;&lt;/m:dPr&gt;&lt;m:e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18-x&lt;/m:t&gt;&lt;/m:r&gt;&lt;/m:e&gt;&lt;/m:d&gt;&lt;/m:e&gt;&lt;m:sup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2&lt;/m:t&gt;&lt;/m:r&gt;&lt;/m:sup&gt;&lt;/m:sSup&gt;&lt;/m:num&gt;&lt;m:den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12в€™x&lt;/m:t&gt;&lt;/m:r&gt;&lt;/m:den&gt;&lt;/m:f&gt;&lt;m:r&gt;&lt;w:rPr&gt;&lt;w:rFonts w:ascii=&quot;Cambria Math&quot; w:fareast=&quot;Gungsuh&quot; w:h-ansi=&quot;Cambria Math&quot;/&gt;&lt;wx:font wx:val=&quot;Cambria Math&quot;/&gt;&lt;w:i/&gt;&lt;w:color w:val=&quot;000000&quot;/&gt;&lt;w:sz w:val=&quot;32&quot;/&gt;&lt;w:sz-cs w:val=&quot;32&quot;/&gt;&lt;w:lang w:val=&quot;EN-US&quot;/&gt;&lt;/w:rPr&gt;&lt;m:t&gt;-11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6570D1" w:rsidRDefault="006570D1" w:rsidP="00131294">
      <w:pPr>
        <w:pStyle w:val="ListParagraph"/>
        <w:spacing w:after="0"/>
        <w:ind w:left="0"/>
        <w:jc w:val="center"/>
        <w:rPr>
          <w:rFonts w:eastAsia="Gungsuh"/>
        </w:rPr>
      </w:pPr>
    </w:p>
    <w:p w:rsidR="006570D1" w:rsidRPr="007066CE" w:rsidRDefault="006570D1" w:rsidP="00131294">
      <w:pPr>
        <w:pStyle w:val="ListParagraph"/>
        <w:spacing w:after="0"/>
        <w:ind w:left="0"/>
        <w:jc w:val="center"/>
        <w:rPr>
          <w:rFonts w:ascii="Times New Roman" w:eastAsia="Gungsuh" w:hAnsi="Times New Roman"/>
          <w:color w:val="000000"/>
          <w:sz w:val="32"/>
          <w:szCs w:val="32"/>
          <w:lang w:val="en-US"/>
        </w:rPr>
      </w:pPr>
    </w:p>
    <w:p w:rsidR="006570D1" w:rsidRDefault="006570D1" w:rsidP="00873EEB">
      <w:pPr>
        <w:pStyle w:val="ListParagraph"/>
        <w:spacing w:after="0"/>
        <w:ind w:left="0"/>
        <w:rPr>
          <w:rFonts w:ascii="Times New Roman" w:eastAsia="Gungsuh" w:hAnsi="Times New Roman"/>
          <w:color w:val="000000"/>
          <w:sz w:val="24"/>
          <w:szCs w:val="24"/>
          <w:lang w:val="en-US"/>
        </w:rPr>
      </w:pPr>
    </w:p>
    <w:p w:rsidR="006570D1" w:rsidRDefault="006570D1" w:rsidP="00873EEB">
      <w:pPr>
        <w:pStyle w:val="ListParagraph"/>
        <w:numPr>
          <w:ilvl w:val="0"/>
          <w:numId w:val="15"/>
        </w:num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>
        <w:rPr>
          <w:rFonts w:ascii="Times New Roman" w:eastAsia="Gungsuh" w:hAnsi="Times New Roman"/>
          <w:color w:val="000000"/>
          <w:sz w:val="24"/>
          <w:szCs w:val="24"/>
        </w:rPr>
        <w:t>При необходимости в текстовый документ можно вставить декоративный текст:</w:t>
      </w:r>
    </w:p>
    <w:p w:rsidR="006570D1" w:rsidRDefault="006570D1" w:rsidP="00873EEB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Default="006570D1" w:rsidP="00873EEB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Pr="007066CE" w:rsidRDefault="006570D1" w:rsidP="00873EEB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Default="006570D1" w:rsidP="00873EEB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</w:p>
    <w:p w:rsidR="006570D1" w:rsidRPr="007066CE" w:rsidRDefault="006570D1" w:rsidP="00873EEB">
      <w:pPr>
        <w:spacing w:after="0"/>
        <w:rPr>
          <w:rFonts w:ascii="Times New Roman" w:eastAsia="Gungsuh" w:hAnsi="Times New Roman"/>
          <w:color w:val="000000"/>
          <w:sz w:val="24"/>
          <w:szCs w:val="24"/>
        </w:rPr>
      </w:pPr>
      <w:r w:rsidRPr="005B3B7F">
        <w:rPr>
          <w:rFonts w:ascii="Times New Roman" w:eastAsia="Gungsuh" w:hAnsi="Times New Roman"/>
          <w:color w:val="000000"/>
          <w:sz w:val="24"/>
          <w:szCs w:val="24"/>
        </w:rPr>
        <w:pict>
          <v:shapetype id="_x0000_t137" coordsize="21600,21600" o:spt="137" adj="4800" path="m0@0l7200,r7200,l21600@0m0@1l7200,21600r7200,l21600@1e">
            <v:formulas>
              <v:f eqn="val #0"/>
              <v:f eqn="sum 21600 0 @0"/>
            </v:formulas>
            <v:path textpathok="t" o:connecttype="rect"/>
            <v:textpath on="t" fitshape="t"/>
            <v:handles>
              <v:h position="topLeft,#0" yrange="3086,10800"/>
            </v:handles>
            <o:lock v:ext="edit" text="t" shapetype="t"/>
          </v:shapetype>
          <v:shape id="_x0000_i1030" type="#_x0000_t137" style="width:205.5pt;height:58.5pt" adj=",10800" fillcolor="#3cf" strokecolor="#7030a0" strokeweight="1pt">
            <v:fill r:id="rId21" o:title="" recolor="t" type="frame"/>
            <v:shadow on="t" color="#7030a0" offset="7pt,-7pt"/>
            <v:textpath style="font-family:&quot;Impact&quot;;font-size:32pt;v-text-spacing:52429f;v-text-kern:t" trim="t" fitpath="t" string="Поздравляю!"/>
          </v:shape>
        </w:pict>
      </w:r>
    </w:p>
    <w:p w:rsidR="006570D1" w:rsidRDefault="006570D1" w:rsidP="00C16EDC">
      <w:pPr>
        <w:spacing w:after="0"/>
        <w:ind w:right="113"/>
        <w:jc w:val="both"/>
        <w:rPr>
          <w:rFonts w:ascii="Times New Roman" w:hAnsi="Times New Roman"/>
          <w:b/>
          <w:bCs/>
          <w:iCs/>
          <w:sz w:val="24"/>
          <w:szCs w:val="32"/>
        </w:rPr>
      </w:pPr>
    </w:p>
    <w:sectPr w:rsidR="006570D1" w:rsidSect="00131294">
      <w:pgSz w:w="16838" w:h="11906" w:orient="landscape" w:code="9"/>
      <w:pgMar w:top="284" w:right="709" w:bottom="357" w:left="709" w:header="709" w:footer="709" w:gutter="0"/>
      <w:cols w:num="3" w:space="60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0D1" w:rsidRDefault="006570D1" w:rsidP="004B3A08">
      <w:pPr>
        <w:spacing w:after="0" w:line="240" w:lineRule="auto"/>
      </w:pPr>
      <w:r>
        <w:separator/>
      </w:r>
    </w:p>
  </w:endnote>
  <w:endnote w:type="continuationSeparator" w:id="1">
    <w:p w:rsidR="006570D1" w:rsidRDefault="006570D1" w:rsidP="004B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Gungsuh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Gungsuh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D1" w:rsidRDefault="006570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D1" w:rsidRDefault="006570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D1" w:rsidRDefault="006570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0D1" w:rsidRDefault="006570D1" w:rsidP="004B3A08">
      <w:pPr>
        <w:spacing w:after="0" w:line="240" w:lineRule="auto"/>
      </w:pPr>
      <w:r>
        <w:separator/>
      </w:r>
    </w:p>
  </w:footnote>
  <w:footnote w:type="continuationSeparator" w:id="1">
    <w:p w:rsidR="006570D1" w:rsidRDefault="006570D1" w:rsidP="004B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D1" w:rsidRDefault="006570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D1" w:rsidRDefault="006570D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D1" w:rsidRDefault="006570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5DE"/>
    <w:multiLevelType w:val="hybridMultilevel"/>
    <w:tmpl w:val="D3E471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1358A2"/>
    <w:multiLevelType w:val="hybridMultilevel"/>
    <w:tmpl w:val="F62C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4240F"/>
    <w:multiLevelType w:val="hybridMultilevel"/>
    <w:tmpl w:val="192649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2844F82"/>
    <w:multiLevelType w:val="hybridMultilevel"/>
    <w:tmpl w:val="F948D6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816DB9"/>
    <w:multiLevelType w:val="hybridMultilevel"/>
    <w:tmpl w:val="4B624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00E03"/>
    <w:multiLevelType w:val="hybridMultilevel"/>
    <w:tmpl w:val="9B28D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E21C7"/>
    <w:multiLevelType w:val="hybridMultilevel"/>
    <w:tmpl w:val="28362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0A194F"/>
    <w:multiLevelType w:val="hybridMultilevel"/>
    <w:tmpl w:val="E7C64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B5C4B"/>
    <w:multiLevelType w:val="multilevel"/>
    <w:tmpl w:val="E55E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4F518E"/>
    <w:multiLevelType w:val="hybridMultilevel"/>
    <w:tmpl w:val="E518710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5C20164"/>
    <w:multiLevelType w:val="hybridMultilevel"/>
    <w:tmpl w:val="1206A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07213"/>
    <w:multiLevelType w:val="hybridMultilevel"/>
    <w:tmpl w:val="071C3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CC5E32"/>
    <w:multiLevelType w:val="hybridMultilevel"/>
    <w:tmpl w:val="C2E41D20"/>
    <w:lvl w:ilvl="0" w:tplc="0324C22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865286"/>
    <w:multiLevelType w:val="hybridMultilevel"/>
    <w:tmpl w:val="46907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4A1205"/>
    <w:multiLevelType w:val="hybridMultilevel"/>
    <w:tmpl w:val="E6366AD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6"/>
  </w:num>
  <w:num w:numId="5">
    <w:abstractNumId w:val="3"/>
  </w:num>
  <w:num w:numId="6">
    <w:abstractNumId w:val="13"/>
  </w:num>
  <w:num w:numId="7">
    <w:abstractNumId w:val="0"/>
  </w:num>
  <w:num w:numId="8">
    <w:abstractNumId w:val="9"/>
  </w:num>
  <w:num w:numId="9">
    <w:abstractNumId w:val="14"/>
  </w:num>
  <w:num w:numId="10">
    <w:abstractNumId w:val="2"/>
  </w:num>
  <w:num w:numId="11">
    <w:abstractNumId w:val="5"/>
  </w:num>
  <w:num w:numId="12">
    <w:abstractNumId w:val="10"/>
  </w:num>
  <w:num w:numId="13">
    <w:abstractNumId w:val="11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B80"/>
    <w:rsid w:val="0002550B"/>
    <w:rsid w:val="0002670F"/>
    <w:rsid w:val="00043132"/>
    <w:rsid w:val="0005528E"/>
    <w:rsid w:val="00056D47"/>
    <w:rsid w:val="0008790B"/>
    <w:rsid w:val="0009648B"/>
    <w:rsid w:val="000D05B2"/>
    <w:rsid w:val="00103D48"/>
    <w:rsid w:val="00120115"/>
    <w:rsid w:val="001206FA"/>
    <w:rsid w:val="00131294"/>
    <w:rsid w:val="0013340B"/>
    <w:rsid w:val="0013731B"/>
    <w:rsid w:val="001376DB"/>
    <w:rsid w:val="00147B07"/>
    <w:rsid w:val="00171B80"/>
    <w:rsid w:val="00172A5F"/>
    <w:rsid w:val="00193347"/>
    <w:rsid w:val="001A7D31"/>
    <w:rsid w:val="001B3BC1"/>
    <w:rsid w:val="001B3F1A"/>
    <w:rsid w:val="001C1F66"/>
    <w:rsid w:val="00220FB8"/>
    <w:rsid w:val="00221D75"/>
    <w:rsid w:val="002465E1"/>
    <w:rsid w:val="0025086F"/>
    <w:rsid w:val="0025504C"/>
    <w:rsid w:val="002633AB"/>
    <w:rsid w:val="0026549C"/>
    <w:rsid w:val="002B09D8"/>
    <w:rsid w:val="002E787E"/>
    <w:rsid w:val="002F1629"/>
    <w:rsid w:val="00320BDF"/>
    <w:rsid w:val="00325FA5"/>
    <w:rsid w:val="00335E7C"/>
    <w:rsid w:val="00353A12"/>
    <w:rsid w:val="003A2425"/>
    <w:rsid w:val="003C076C"/>
    <w:rsid w:val="003D7A47"/>
    <w:rsid w:val="003E5106"/>
    <w:rsid w:val="003F08EC"/>
    <w:rsid w:val="003F5553"/>
    <w:rsid w:val="0041740A"/>
    <w:rsid w:val="00435446"/>
    <w:rsid w:val="00446940"/>
    <w:rsid w:val="00446EC9"/>
    <w:rsid w:val="00471B71"/>
    <w:rsid w:val="0047568F"/>
    <w:rsid w:val="004B3A08"/>
    <w:rsid w:val="0052331D"/>
    <w:rsid w:val="005522DC"/>
    <w:rsid w:val="00570EF9"/>
    <w:rsid w:val="00581BF2"/>
    <w:rsid w:val="005B3B7F"/>
    <w:rsid w:val="005F29A2"/>
    <w:rsid w:val="006302BC"/>
    <w:rsid w:val="006467B9"/>
    <w:rsid w:val="0065374F"/>
    <w:rsid w:val="006570D1"/>
    <w:rsid w:val="006639DB"/>
    <w:rsid w:val="00695214"/>
    <w:rsid w:val="006D6D86"/>
    <w:rsid w:val="006F0FD6"/>
    <w:rsid w:val="007066CE"/>
    <w:rsid w:val="00725E41"/>
    <w:rsid w:val="00736725"/>
    <w:rsid w:val="00757ECC"/>
    <w:rsid w:val="00760DAE"/>
    <w:rsid w:val="00765AA1"/>
    <w:rsid w:val="00791362"/>
    <w:rsid w:val="007A2C1E"/>
    <w:rsid w:val="007B4ED9"/>
    <w:rsid w:val="007C2BD7"/>
    <w:rsid w:val="007C305E"/>
    <w:rsid w:val="007D2F84"/>
    <w:rsid w:val="007D4951"/>
    <w:rsid w:val="007E4B12"/>
    <w:rsid w:val="007F10CB"/>
    <w:rsid w:val="00837A57"/>
    <w:rsid w:val="00873B98"/>
    <w:rsid w:val="00873EEB"/>
    <w:rsid w:val="0089273C"/>
    <w:rsid w:val="00894AEA"/>
    <w:rsid w:val="0089734F"/>
    <w:rsid w:val="008A0EF6"/>
    <w:rsid w:val="008B3E47"/>
    <w:rsid w:val="008C1A43"/>
    <w:rsid w:val="008E5F03"/>
    <w:rsid w:val="00930734"/>
    <w:rsid w:val="009431E9"/>
    <w:rsid w:val="00950360"/>
    <w:rsid w:val="00986A9A"/>
    <w:rsid w:val="009A3CFD"/>
    <w:rsid w:val="009D11BC"/>
    <w:rsid w:val="00A1360D"/>
    <w:rsid w:val="00AB463D"/>
    <w:rsid w:val="00AD3E17"/>
    <w:rsid w:val="00AF4656"/>
    <w:rsid w:val="00B0006B"/>
    <w:rsid w:val="00B073D2"/>
    <w:rsid w:val="00B164C2"/>
    <w:rsid w:val="00B21D98"/>
    <w:rsid w:val="00B36CDF"/>
    <w:rsid w:val="00B42947"/>
    <w:rsid w:val="00B4558C"/>
    <w:rsid w:val="00B5488E"/>
    <w:rsid w:val="00B7216D"/>
    <w:rsid w:val="00B7278C"/>
    <w:rsid w:val="00B95004"/>
    <w:rsid w:val="00BA228A"/>
    <w:rsid w:val="00BB00EB"/>
    <w:rsid w:val="00BD0CF3"/>
    <w:rsid w:val="00BD2BA7"/>
    <w:rsid w:val="00BF32F8"/>
    <w:rsid w:val="00C16EDC"/>
    <w:rsid w:val="00C179A4"/>
    <w:rsid w:val="00C345A6"/>
    <w:rsid w:val="00C37E9D"/>
    <w:rsid w:val="00C41234"/>
    <w:rsid w:val="00C45EDB"/>
    <w:rsid w:val="00C47997"/>
    <w:rsid w:val="00C55082"/>
    <w:rsid w:val="00C77EC0"/>
    <w:rsid w:val="00CC4FC6"/>
    <w:rsid w:val="00CD228C"/>
    <w:rsid w:val="00CE4CA2"/>
    <w:rsid w:val="00D13A25"/>
    <w:rsid w:val="00D96DAD"/>
    <w:rsid w:val="00DA78EF"/>
    <w:rsid w:val="00DB028E"/>
    <w:rsid w:val="00DE566A"/>
    <w:rsid w:val="00DF0E11"/>
    <w:rsid w:val="00E45294"/>
    <w:rsid w:val="00E60236"/>
    <w:rsid w:val="00E71CBA"/>
    <w:rsid w:val="00E930AB"/>
    <w:rsid w:val="00EA4CB8"/>
    <w:rsid w:val="00EE0518"/>
    <w:rsid w:val="00EE25A3"/>
    <w:rsid w:val="00EE282F"/>
    <w:rsid w:val="00EF254D"/>
    <w:rsid w:val="00F035A1"/>
    <w:rsid w:val="00F757FF"/>
    <w:rsid w:val="00F768A3"/>
    <w:rsid w:val="00FA0D2E"/>
    <w:rsid w:val="00FA4C43"/>
    <w:rsid w:val="00FB47FF"/>
    <w:rsid w:val="00FE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23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6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33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7278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073D2"/>
    <w:pPr>
      <w:ind w:left="720"/>
      <w:contextualSpacing/>
    </w:pPr>
  </w:style>
  <w:style w:type="table" w:styleId="TableGrid">
    <w:name w:val="Table Grid"/>
    <w:basedOn w:val="TableNormal"/>
    <w:uiPriority w:val="99"/>
    <w:rsid w:val="000D05B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873EEB"/>
    <w:rPr>
      <w:rFonts w:cs="Times New Roman"/>
      <w:color w:val="800080"/>
      <w:u w:val="single"/>
    </w:rPr>
  </w:style>
  <w:style w:type="table" w:styleId="MediumGrid3-Accent1">
    <w:name w:val="Medium Grid 3 Accent 1"/>
    <w:basedOn w:val="TableNormal"/>
    <w:uiPriority w:val="99"/>
    <w:rsid w:val="00873EEB"/>
    <w:rPr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Header">
    <w:name w:val="header"/>
    <w:basedOn w:val="Normal"/>
    <w:link w:val="HeaderChar"/>
    <w:uiPriority w:val="99"/>
    <w:semiHidden/>
    <w:rsid w:val="004B3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3A0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B3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3A0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hyperlink" Target="&#1041;&#1091;&#1082;&#1083;&#1077;&#1090;.docx" TargetMode="Externa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465</Words>
  <Characters>2652</Characters>
  <Application>Microsoft Office Outlook</Application>
  <DocSecurity>0</DocSecurity>
  <Lines>0</Lines>
  <Paragraphs>0</Paragraphs>
  <ScaleCrop>false</ScaleCrop>
  <Company>КЦТТ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ilebedeva</dc:creator>
  <cp:keywords/>
  <dc:description/>
  <cp:lastModifiedBy>XTreme</cp:lastModifiedBy>
  <cp:revision>6</cp:revision>
  <dcterms:created xsi:type="dcterms:W3CDTF">2013-10-09T07:13:00Z</dcterms:created>
  <dcterms:modified xsi:type="dcterms:W3CDTF">2013-10-25T21:49:00Z</dcterms:modified>
</cp:coreProperties>
</file>